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9B3" w:rsidRDefault="009C6FC4" w:rsidP="00A31836">
      <w:pPr>
        <w:jc w:val="right"/>
      </w:pPr>
      <w:r>
        <w:rPr>
          <w:noProof/>
          <w:lang w:eastAsia="fr-FR"/>
        </w:rPr>
        <w:pict>
          <v:rect id="_x0000_s1116" style="position:absolute;left:0;text-align:left;margin-left:379pt;margin-top:-20.4pt;width:187.85pt;height:30.5pt;z-index:251743232">
            <v:shadow on="t" offset=",-2pt" offset2=",-8pt"/>
            <v:textbox>
              <w:txbxContent>
                <w:p w:rsidR="00DD2246" w:rsidRPr="00DD2246" w:rsidRDefault="00DD2246" w:rsidP="00DD2246">
                  <w:pPr>
                    <w:jc w:val="right"/>
                    <w:rPr>
                      <w:rFonts w:ascii="Sakkal Majalla" w:hAnsi="Sakkal Majalla" w:cs="Sakkal Majalla"/>
                      <w:b/>
                      <w:bCs/>
                      <w:sz w:val="32"/>
                      <w:szCs w:val="32"/>
                      <w:lang w:bidi="ar-MA"/>
                    </w:rPr>
                  </w:pPr>
                  <w:proofErr w:type="gramStart"/>
                  <w:r w:rsidRPr="00DD2246">
                    <w:rPr>
                      <w:rFonts w:ascii="Sakkal Majalla" w:hAnsi="Sakkal Majalla" w:cs="Sakkal Majalla"/>
                      <w:b/>
                      <w:bCs/>
                      <w:sz w:val="32"/>
                      <w:szCs w:val="32"/>
                      <w:rtl/>
                      <w:lang w:bidi="ar-MA"/>
                    </w:rPr>
                    <w:t>اسم</w:t>
                  </w:r>
                  <w:proofErr w:type="gramEnd"/>
                  <w:r w:rsidRPr="00DD2246">
                    <w:rPr>
                      <w:rFonts w:ascii="Sakkal Majalla" w:hAnsi="Sakkal Majalla" w:cs="Sakkal Majalla"/>
                      <w:b/>
                      <w:bCs/>
                      <w:sz w:val="32"/>
                      <w:szCs w:val="32"/>
                      <w:rtl/>
                      <w:lang w:bidi="ar-MA"/>
                    </w:rPr>
                    <w:t xml:space="preserve"> المتعلم/ة: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oundrect id="_x0000_s1057" style="position:absolute;left:0;text-align:left;margin-left:230.2pt;margin-top:1.6pt;width:121.35pt;height:24.5pt;z-index:251684864" arcsize="10923f">
            <v:fill r:id="rId7" o:title="Papier journal" type="tile"/>
            <v:textbox style="mso-next-textbox:#_x0000_s1057">
              <w:txbxContent>
                <w:p w:rsidR="00713EA8" w:rsidRPr="009F6017" w:rsidRDefault="00713EA8" w:rsidP="00713EA8">
                  <w:pPr>
                    <w:jc w:val="center"/>
                    <w:rPr>
                      <w:rFonts w:cs="B Fantezy"/>
                      <w:b/>
                      <w:bCs/>
                      <w:sz w:val="24"/>
                      <w:szCs w:val="24"/>
                      <w:lang w:bidi="ar-MA"/>
                    </w:rPr>
                  </w:pPr>
                  <w:r w:rsidRPr="009F6017">
                    <w:rPr>
                      <w:rFonts w:cs="B Fantezy"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خط/نقل/إملاء</w:t>
                  </w:r>
                  <w:r w:rsidR="00A07DCB" w:rsidRPr="009F6017">
                    <w:rPr>
                      <w:rFonts w:cs="B Fantezy"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/تعبير كتابي</w:t>
                  </w:r>
                </w:p>
              </w:txbxContent>
            </v:textbox>
          </v:roundrect>
        </w:pict>
      </w:r>
      <w:r>
        <w:rPr>
          <w:noProof/>
          <w:lang w:eastAsia="fr-FR"/>
        </w:rPr>
        <w:pict>
          <v:rect id="_x0000_s1056" style="position:absolute;left:0;text-align:left;margin-left:211.9pt;margin-top:-31.9pt;width:167.1pt;height:33.5pt;z-index:251683840" fillcolor="#d8d8d8 [2732]" strokecolor="#0070c0">
            <v:fill color2="#f3f3f3"/>
            <v:textbox style="mso-next-textbox:#_x0000_s1056">
              <w:txbxContent>
                <w:p w:rsidR="0002696D" w:rsidRPr="009F464F" w:rsidRDefault="0002696D" w:rsidP="009F464F">
                  <w:pPr>
                    <w:jc w:val="center"/>
                    <w:rPr>
                      <w:rFonts w:ascii="Granada" w:hAnsi="Granada" w:cs="Granada"/>
                      <w:b/>
                      <w:bCs/>
                      <w:sz w:val="44"/>
                      <w:szCs w:val="44"/>
                      <w:lang w:bidi="ar-MA"/>
                    </w:rPr>
                  </w:pPr>
                  <w:r w:rsidRPr="009F464F">
                    <w:rPr>
                      <w:rFonts w:ascii="Granada" w:hAnsi="Granada" w:cs="Granada"/>
                      <w:b/>
                      <w:bCs/>
                      <w:sz w:val="44"/>
                      <w:szCs w:val="44"/>
                      <w:rtl/>
                      <w:lang w:bidi="ar-MA"/>
                    </w:rPr>
                    <w:t>مراقبة مستمرة</w:t>
                  </w:r>
                  <w:r w:rsidR="009F464F" w:rsidRPr="009F464F">
                    <w:rPr>
                      <w:rFonts w:ascii="Granada" w:hAnsi="Granada" w:cs="Granada" w:hint="cs"/>
                      <w:b/>
                      <w:bCs/>
                      <w:sz w:val="44"/>
                      <w:szCs w:val="44"/>
                      <w:rtl/>
                      <w:lang w:bidi="ar-MA"/>
                    </w:rPr>
                    <w:t xml:space="preserve"> </w:t>
                  </w:r>
                  <w:r w:rsidR="009F464F" w:rsidRPr="009F464F">
                    <w:rPr>
                      <w:rFonts w:asciiTheme="majorHAnsi" w:hAnsiTheme="majorHAnsi" w:cs="Granada"/>
                      <w:b/>
                      <w:bCs/>
                      <w:sz w:val="40"/>
                      <w:szCs w:val="40"/>
                      <w:rtl/>
                      <w:lang w:bidi="ar-MA"/>
                    </w:rPr>
                    <w:t>2</w:t>
                  </w:r>
                  <w:r w:rsidR="009F464F" w:rsidRPr="009F464F">
                    <w:rPr>
                      <w:rFonts w:ascii="Granada" w:hAnsi="Granada" w:cs="Granada" w:hint="cs"/>
                      <w:b/>
                      <w:bCs/>
                      <w:sz w:val="44"/>
                      <w:szCs w:val="44"/>
                      <w:rtl/>
                      <w:lang w:bidi="ar-MA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117" style="position:absolute;left:0;text-align:left;margin-left:27.05pt;margin-top:-20.4pt;width:184.85pt;height:30.5pt;z-index:251744256">
            <v:shadow on="t" offset="-2pt,-2pt" offset2="-8pt,-8pt"/>
            <v:textbox>
              <w:txbxContent>
                <w:p w:rsidR="00DD2246" w:rsidRPr="00DD2246" w:rsidRDefault="00DD2246" w:rsidP="00DD2246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sz w:val="32"/>
                      <w:szCs w:val="32"/>
                      <w:lang w:bidi="ar-MA"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sz w:val="32"/>
                      <w:szCs w:val="32"/>
                      <w:rtl/>
                      <w:lang w:bidi="ar-MA"/>
                    </w:rPr>
                    <w:t xml:space="preserve">مــــــــدرسة عين </w:t>
                  </w:r>
                  <w:proofErr w:type="spellStart"/>
                  <w:r>
                    <w:rPr>
                      <w:rFonts w:ascii="Sakkal Majalla" w:hAnsi="Sakkal Majalla" w:cs="Sakkal Majalla" w:hint="cs"/>
                      <w:b/>
                      <w:bCs/>
                      <w:sz w:val="32"/>
                      <w:szCs w:val="32"/>
                      <w:rtl/>
                      <w:lang w:bidi="ar-MA"/>
                    </w:rPr>
                    <w:t>حرودة</w:t>
                  </w:r>
                  <w:proofErr w:type="spellEnd"/>
                  <w:r>
                    <w:rPr>
                      <w:rFonts w:ascii="Sakkal Majalla" w:hAnsi="Sakkal Majalla" w:cs="Sakkal Majalla" w:hint="cs"/>
                      <w:b/>
                      <w:bCs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Pr="00DD2246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1</w:t>
                  </w:r>
                </w:p>
              </w:txbxContent>
            </v:textbox>
          </v:rect>
        </w:pict>
      </w:r>
    </w:p>
    <w:p w:rsidR="007359B3" w:rsidRPr="007359B3" w:rsidRDefault="009C6FC4" w:rsidP="007359B3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2" type="#_x0000_t202" style="position:absolute;margin-left:37.35pt;margin-top:7.7pt;width:15pt;height:45.5pt;z-index:251720704;mso-width-relative:margin;mso-height-relative:margin" filled="f" stroked="f">
            <v:textbox style="mso-next-textbox:#_x0000_s1092">
              <w:txbxContent>
                <w:p w:rsidR="00D205D1" w:rsidRPr="00295781" w:rsidRDefault="00D205D1" w:rsidP="00D205D1">
                  <w:pPr>
                    <w:jc w:val="right"/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</w:pPr>
                  <w:r w:rsidRPr="00295781"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90" type="#_x0000_t202" style="position:absolute;margin-left:107.5pt;margin-top:7.7pt;width:15pt;height:45.5pt;z-index:251718656;mso-width-relative:margin;mso-height-relative:margin" filled="f" stroked="f">
            <v:textbox style="mso-next-textbox:#_x0000_s1090">
              <w:txbxContent>
                <w:p w:rsidR="00D205D1" w:rsidRPr="00295781" w:rsidRDefault="00D205D1" w:rsidP="00D205D1">
                  <w:pPr>
                    <w:jc w:val="right"/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</w:pPr>
                  <w:r w:rsidRPr="00295781"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89" type="#_x0000_t202" style="position:absolute;margin-left:175.5pt;margin-top:6.7pt;width:15pt;height:45.5pt;z-index:251717632;mso-width-relative:margin;mso-height-relative:margin" filled="f" stroked="f">
            <v:textbox style="mso-next-textbox:#_x0000_s1089">
              <w:txbxContent>
                <w:p w:rsidR="00D205D1" w:rsidRPr="00295781" w:rsidRDefault="00D205D1" w:rsidP="00D205D1">
                  <w:pPr>
                    <w:jc w:val="right"/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</w:pPr>
                  <w:r w:rsidRPr="00295781"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88" type="#_x0000_t202" style="position:absolute;margin-left:241.45pt;margin-top:6.7pt;width:15pt;height:45.5pt;z-index:251716608;mso-width-relative:margin;mso-height-relative:margin" filled="f" stroked="f">
            <v:textbox style="mso-next-textbox:#_x0000_s1088">
              <w:txbxContent>
                <w:p w:rsidR="00D205D1" w:rsidRPr="00295781" w:rsidRDefault="00D205D1" w:rsidP="00D205D1">
                  <w:pPr>
                    <w:jc w:val="right"/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</w:pPr>
                  <w:r w:rsidRPr="00295781"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91" type="#_x0000_t202" style="position:absolute;margin-left:310.5pt;margin-top:7.7pt;width:15pt;height:45.5pt;z-index:251719680;mso-width-relative:margin;mso-height-relative:margin" filled="f" stroked="f">
            <v:textbox style="mso-next-textbox:#_x0000_s1091">
              <w:txbxContent>
                <w:p w:rsidR="00D205D1" w:rsidRPr="00295781" w:rsidRDefault="00D205D1" w:rsidP="00D205D1">
                  <w:pPr>
                    <w:jc w:val="right"/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</w:pPr>
                  <w:r w:rsidRPr="00295781"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5" type="#_x0000_t202" style="position:absolute;margin-left:379pt;margin-top:7.7pt;width:15pt;height:45.5pt;z-index:251662336;mso-width-relative:margin;mso-height-relative:margin" filled="f" stroked="f">
            <v:textbox style="mso-next-textbox:#_x0000_s1035">
              <w:txbxContent>
                <w:p w:rsidR="009F0794" w:rsidRPr="00295781" w:rsidRDefault="009F0794" w:rsidP="009F0794">
                  <w:pPr>
                    <w:jc w:val="right"/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</w:pPr>
                  <w:r w:rsidRPr="00295781"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0" type="#_x0000_t202" style="position:absolute;margin-left:428pt;margin-top:7.7pt;width:35.85pt;height:38pt;z-index:251658240;mso-width-relative:margin;mso-height-relative:margin" filled="f" stroked="f">
            <v:textbox style="mso-next-textbox:#_x0000_s1030">
              <w:txbxContent>
                <w:p w:rsidR="0042557E" w:rsidRPr="007359B3" w:rsidRDefault="002C2B32" w:rsidP="007359B3">
                  <w:pPr>
                    <w:jc w:val="right"/>
                    <w:rPr>
                      <w:rFonts w:ascii="Sakkal Majalla" w:hAnsi="Sakkal Majalla" w:cs="Sakkal Majalla"/>
                      <w:sz w:val="54"/>
                      <w:szCs w:val="54"/>
                      <w:rtl/>
                      <w:lang w:bidi="ar-TN"/>
                    </w:rPr>
                  </w:pPr>
                  <w:proofErr w:type="spellStart"/>
                  <w:r>
                    <w:rPr>
                      <w:rFonts w:ascii="Sakkal Majalla" w:hAnsi="Sakkal Majalla" w:cs="Sakkal Majalla" w:hint="cs"/>
                      <w:sz w:val="54"/>
                      <w:szCs w:val="54"/>
                      <w:rtl/>
                      <w:lang w:bidi="ar-TN"/>
                    </w:rPr>
                    <w:t>طَ</w:t>
                  </w:r>
                  <w:proofErr w:type="spellEnd"/>
                </w:p>
              </w:txbxContent>
            </v:textbox>
          </v:shape>
        </w:pict>
      </w:r>
    </w:p>
    <w:p w:rsidR="007359B3" w:rsidRPr="004B3C0C" w:rsidRDefault="004B3C0C" w:rsidP="009F0794">
      <w:pPr>
        <w:tabs>
          <w:tab w:val="left" w:pos="7760"/>
        </w:tabs>
        <w:rPr>
          <w:b/>
          <w:bCs/>
        </w:rPr>
      </w:pPr>
      <w:r>
        <w:tab/>
      </w:r>
    </w:p>
    <w:p w:rsidR="007359B3" w:rsidRDefault="009C6FC4" w:rsidP="007359B3">
      <w:r>
        <w:rPr>
          <w:noProof/>
          <w:lang w:eastAsia="fr-FR"/>
        </w:rPr>
        <w:pict>
          <v:shape id="_x0000_s1031" type="#_x0000_t202" style="position:absolute;margin-left:416.95pt;margin-top:2.8pt;width:49.4pt;height:50pt;z-index:251659264;mso-width-relative:margin;mso-height-relative:margin" filled="f" stroked="f">
            <v:textbox style="mso-next-textbox:#_x0000_s1031">
              <w:txbxContent>
                <w:p w:rsidR="0042557E" w:rsidRPr="00670013" w:rsidRDefault="002C2B32" w:rsidP="0042557E">
                  <w:pPr>
                    <w:jc w:val="right"/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</w:pPr>
                  <w:proofErr w:type="spellStart"/>
                  <w:r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ضي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00" type="#_x0000_t202" style="position:absolute;margin-left:37.35pt;margin-top:3.8pt;width:15pt;height:45.5pt;z-index:251728896;mso-width-relative:margin;mso-height-relative:margin" filled="f" stroked="f">
            <v:textbox style="mso-next-textbox:#_x0000_s1100">
              <w:txbxContent>
                <w:p w:rsidR="00D205D1" w:rsidRPr="00295781" w:rsidRDefault="00D205D1" w:rsidP="00D205D1">
                  <w:pPr>
                    <w:jc w:val="right"/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</w:pPr>
                  <w:r w:rsidRPr="00295781"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01" type="#_x0000_t202" style="position:absolute;margin-left:107.5pt;margin-top:3.8pt;width:15pt;height:45.5pt;z-index:251729920;mso-width-relative:margin;mso-height-relative:margin" filled="f" stroked="f">
            <v:textbox style="mso-next-textbox:#_x0000_s1101">
              <w:txbxContent>
                <w:p w:rsidR="00D205D1" w:rsidRPr="00295781" w:rsidRDefault="00D205D1" w:rsidP="00D205D1">
                  <w:pPr>
                    <w:jc w:val="right"/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</w:pPr>
                  <w:r w:rsidRPr="00295781"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93" type="#_x0000_t202" style="position:absolute;margin-left:175.5pt;margin-top:1.3pt;width:15pt;height:45.5pt;z-index:251721728;mso-width-relative:margin;mso-height-relative:margin" filled="f" stroked="f">
            <v:textbox style="mso-next-textbox:#_x0000_s1093">
              <w:txbxContent>
                <w:p w:rsidR="00D205D1" w:rsidRPr="00295781" w:rsidRDefault="00D205D1" w:rsidP="00D205D1">
                  <w:pPr>
                    <w:jc w:val="right"/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</w:pPr>
                  <w:r w:rsidRPr="00295781"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94" type="#_x0000_t202" style="position:absolute;margin-left:241.45pt;margin-top:2.8pt;width:15pt;height:45.5pt;z-index:251722752;mso-width-relative:margin;mso-height-relative:margin" filled="f" stroked="f">
            <v:textbox style="mso-next-textbox:#_x0000_s1094">
              <w:txbxContent>
                <w:p w:rsidR="00D205D1" w:rsidRPr="00295781" w:rsidRDefault="00D205D1" w:rsidP="00D205D1">
                  <w:pPr>
                    <w:jc w:val="right"/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</w:pPr>
                  <w:r w:rsidRPr="00295781"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95" type="#_x0000_t202" style="position:absolute;margin-left:310.5pt;margin-top:2.8pt;width:15pt;height:45.5pt;z-index:251723776;mso-width-relative:margin;mso-height-relative:margin" filled="f" stroked="f">
            <v:textbox style="mso-next-textbox:#_x0000_s1095">
              <w:txbxContent>
                <w:p w:rsidR="00D205D1" w:rsidRPr="00295781" w:rsidRDefault="00D205D1" w:rsidP="00D205D1">
                  <w:pPr>
                    <w:jc w:val="right"/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</w:pPr>
                  <w:r w:rsidRPr="00295781"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96" type="#_x0000_t202" style="position:absolute;margin-left:379pt;margin-top:2.8pt;width:15pt;height:45.5pt;z-index:251724800;mso-width-relative:margin;mso-height-relative:margin" filled="f" stroked="f">
            <v:textbox style="mso-next-textbox:#_x0000_s1096">
              <w:txbxContent>
                <w:p w:rsidR="00D205D1" w:rsidRPr="00295781" w:rsidRDefault="00D205D1" w:rsidP="00D205D1">
                  <w:pPr>
                    <w:jc w:val="right"/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</w:pPr>
                  <w:r w:rsidRPr="00295781"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  <w:t>.</w:t>
                  </w:r>
                </w:p>
              </w:txbxContent>
            </v:textbox>
          </v:shape>
        </w:pict>
      </w:r>
    </w:p>
    <w:p w:rsidR="009F0794" w:rsidRDefault="009C6FC4" w:rsidP="007359B3">
      <w:pPr>
        <w:tabs>
          <w:tab w:val="left" w:pos="4010"/>
        </w:tabs>
      </w:pPr>
      <w:r>
        <w:rPr>
          <w:noProof/>
          <w:lang w:eastAsia="fr-FR"/>
        </w:rPr>
        <w:pict>
          <v:roundrect id="_x0000_s1058" style="position:absolute;margin-left:478pt;margin-top:23.85pt;width:88.85pt;height:32pt;z-index:251685888" arcsize="10923f" fillcolor="black" strokeweight="1.5pt">
            <v:fill r:id="rId8" o:title="Gouttelettes" type="tile"/>
            <v:shadow on="t" offset=",-2pt" offset2=",-8pt"/>
            <v:textbox style="mso-next-textbox:#_x0000_s1058">
              <w:txbxContent>
                <w:p w:rsidR="00B621B8" w:rsidRPr="00FF730D" w:rsidRDefault="00B621B8" w:rsidP="0075368B">
                  <w:pPr>
                    <w:jc w:val="center"/>
                    <w:rPr>
                      <w:rFonts w:asciiTheme="majorBidi" w:hAnsiTheme="majorBidi" w:cs="HSN Naskh"/>
                      <w:b/>
                      <w:bCs/>
                      <w:color w:val="000000" w:themeColor="text1"/>
                      <w:sz w:val="32"/>
                      <w:szCs w:val="32"/>
                      <w:rtl/>
                      <w:lang w:bidi="ar-TN"/>
                    </w:rPr>
                  </w:pPr>
                  <w:r w:rsidRPr="00FF730D">
                    <w:rPr>
                      <w:rFonts w:asciiTheme="majorBidi" w:hAnsiTheme="majorBidi" w:cs="HSN Naskh"/>
                      <w:b/>
                      <w:bCs/>
                      <w:color w:val="000000" w:themeColor="text1"/>
                      <w:sz w:val="32"/>
                      <w:szCs w:val="32"/>
                      <w:rtl/>
                      <w:lang w:bidi="ar-TN"/>
                    </w:rPr>
                    <w:t>خ</w:t>
                  </w:r>
                  <w:r w:rsidRPr="00FF730D">
                    <w:rPr>
                      <w:rFonts w:asciiTheme="majorBidi" w:hAnsiTheme="majorBidi" w:cs="HSN Naskh" w:hint="cs"/>
                      <w:b/>
                      <w:bCs/>
                      <w:color w:val="000000" w:themeColor="text1"/>
                      <w:sz w:val="32"/>
                      <w:szCs w:val="32"/>
                      <w:rtl/>
                      <w:lang w:bidi="ar-TN"/>
                    </w:rPr>
                    <w:t>ــــ</w:t>
                  </w:r>
                  <w:r w:rsidRPr="00FF730D">
                    <w:rPr>
                      <w:rFonts w:asciiTheme="majorBidi" w:hAnsiTheme="majorBidi" w:cs="HSN Naskh"/>
                      <w:b/>
                      <w:bCs/>
                      <w:color w:val="000000" w:themeColor="text1"/>
                      <w:sz w:val="32"/>
                      <w:szCs w:val="32"/>
                      <w:rtl/>
                      <w:lang w:bidi="ar-TN"/>
                    </w:rPr>
                    <w:t>ط</w:t>
                  </w:r>
                </w:p>
                <w:p w:rsidR="00B621B8" w:rsidRDefault="00B621B8"/>
              </w:txbxContent>
            </v:textbox>
          </v:roundrect>
        </w:pict>
      </w:r>
      <w:r>
        <w:rPr>
          <w:noProof/>
          <w:lang w:eastAsia="fr-FR"/>
        </w:rPr>
        <w:pict>
          <v:shape id="_x0000_s1098" type="#_x0000_t202" style="position:absolute;margin-left:107.5pt;margin-top:23.85pt;width:15pt;height:45.5pt;z-index:251726848;mso-width-relative:margin;mso-height-relative:margin" filled="f" stroked="f">
            <v:textbox style="mso-next-textbox:#_x0000_s1098">
              <w:txbxContent>
                <w:p w:rsidR="00D205D1" w:rsidRPr="00295781" w:rsidRDefault="00D205D1" w:rsidP="00D205D1">
                  <w:pPr>
                    <w:jc w:val="right"/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</w:pPr>
                  <w:r w:rsidRPr="00295781"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02" type="#_x0000_t202" style="position:absolute;margin-left:219.45pt;margin-top:21.35pt;width:15pt;height:45.5pt;z-index:251730944;mso-width-relative:margin;mso-height-relative:margin" filled="f" stroked="f">
            <v:textbox style="mso-next-textbox:#_x0000_s1102">
              <w:txbxContent>
                <w:p w:rsidR="00D205D1" w:rsidRPr="00295781" w:rsidRDefault="00D205D1" w:rsidP="00D205D1">
                  <w:pPr>
                    <w:jc w:val="right"/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</w:pPr>
                  <w:r w:rsidRPr="00295781"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99" type="#_x0000_t202" style="position:absolute;margin-left:333.25pt;margin-top:21.35pt;width:15pt;height:45.5pt;z-index:251727872;mso-width-relative:margin;mso-height-relative:margin" filled="f" stroked="f">
            <v:textbox style="mso-next-textbox:#_x0000_s1099">
              <w:txbxContent>
                <w:p w:rsidR="00D205D1" w:rsidRPr="00295781" w:rsidRDefault="00D205D1" w:rsidP="00D205D1">
                  <w:pPr>
                    <w:jc w:val="right"/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</w:pPr>
                  <w:r w:rsidRPr="00295781"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  <w:t>.</w:t>
                  </w:r>
                </w:p>
              </w:txbxContent>
            </v:textbox>
          </v:shape>
        </w:pict>
      </w:r>
      <w:r w:rsidR="007359B3">
        <w:tab/>
      </w:r>
    </w:p>
    <w:p w:rsidR="009F0794" w:rsidRPr="009F0794" w:rsidRDefault="009C6FC4" w:rsidP="009F0794">
      <w:r>
        <w:rPr>
          <w:noProof/>
          <w:lang w:eastAsia="fr-FR"/>
        </w:rPr>
        <w:pict>
          <v:shape id="_x0000_s1032" type="#_x0000_t202" style="position:absolute;margin-left:337.15pt;margin-top:.9pt;width:125.1pt;height:58.95pt;z-index:251660288;mso-height-percent:200;mso-height-percent:200;mso-width-relative:margin;mso-height-relative:margin" filled="f" stroked="f">
            <v:textbox style="mso-next-textbox:#_x0000_s1032;mso-fit-shape-to-text:t">
              <w:txbxContent>
                <w:p w:rsidR="0042557E" w:rsidRPr="007359B3" w:rsidRDefault="00595911" w:rsidP="007359B3">
                  <w:pPr>
                    <w:jc w:val="right"/>
                    <w:rPr>
                      <w:rFonts w:ascii="Sakkal Majalla" w:hAnsi="Sakkal Majalla" w:cs="Sakkal Majalla"/>
                      <w:sz w:val="54"/>
                      <w:szCs w:val="54"/>
                      <w:rtl/>
                      <w:lang w:bidi="ar-TN"/>
                    </w:rPr>
                  </w:pPr>
                  <w:proofErr w:type="gramStart"/>
                  <w:r>
                    <w:rPr>
                      <w:rFonts w:ascii="Sakkal Majalla" w:hAnsi="Sakkal Majalla" w:cs="Sakkal Majalla" w:hint="cs"/>
                      <w:sz w:val="48"/>
                      <w:szCs w:val="48"/>
                      <w:rtl/>
                      <w:lang w:bidi="ar-TN"/>
                    </w:rPr>
                    <w:t>ذاً</w:t>
                  </w:r>
                  <w:proofErr w:type="gramEnd"/>
                </w:p>
              </w:txbxContent>
            </v:textbox>
          </v:shape>
        </w:pict>
      </w:r>
    </w:p>
    <w:p w:rsidR="009F0794" w:rsidRPr="009F0794" w:rsidRDefault="009C6FC4" w:rsidP="009F0794">
      <w:r>
        <w:rPr>
          <w:noProof/>
          <w:lang w:eastAsia="fr-FR"/>
        </w:rPr>
        <w:pict>
          <v:shape id="_x0000_s1034" type="#_x0000_t202" style="position:absolute;margin-left:341.25pt;margin-top:15.95pt;width:125.1pt;height:45.95pt;z-index:251661312;mso-width-relative:margin;mso-height-relative:margin" filled="f" stroked="f">
            <v:textbox style="mso-next-textbox:#_x0000_s1034">
              <w:txbxContent>
                <w:p w:rsidR="007359B3" w:rsidRPr="007359B3" w:rsidRDefault="00972163" w:rsidP="009F7F08">
                  <w:pPr>
                    <w:jc w:val="right"/>
                    <w:rPr>
                      <w:rFonts w:ascii="Sakkal Majalla" w:hAnsi="Sakkal Majalla" w:cs="Sakkal Majalla"/>
                      <w:sz w:val="56"/>
                      <w:szCs w:val="56"/>
                      <w:rtl/>
                      <w:lang w:bidi="ar-TN"/>
                    </w:rPr>
                  </w:pPr>
                  <w:proofErr w:type="spellStart"/>
                  <w:r>
                    <w:rPr>
                      <w:rFonts w:ascii="Sakkal Majalla" w:hAnsi="Sakkal Majalla" w:cs="Sakkal Majalla" w:hint="cs"/>
                      <w:sz w:val="56"/>
                      <w:szCs w:val="56"/>
                      <w:rtl/>
                      <w:lang w:bidi="ar-TN"/>
                    </w:rPr>
                    <w:t>ز</w:t>
                  </w:r>
                  <w:r w:rsidR="009F7F08">
                    <w:rPr>
                      <w:rFonts w:ascii="Sakkal Majalla" w:hAnsi="Sakkal Majalla" w:cs="Sakkal Majalla" w:hint="cs"/>
                      <w:sz w:val="56"/>
                      <w:szCs w:val="56"/>
                      <w:rtl/>
                      <w:lang w:bidi="ar-TN"/>
                    </w:rPr>
                    <w:t>ُنْبورٌ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03" type="#_x0000_t202" style="position:absolute;margin-left:219.45pt;margin-top:15.95pt;width:15pt;height:45.5pt;z-index:251731968;mso-width-relative:margin;mso-height-relative:margin" filled="f" stroked="f">
            <v:textbox style="mso-next-textbox:#_x0000_s1103">
              <w:txbxContent>
                <w:p w:rsidR="00C936C7" w:rsidRPr="00295781" w:rsidRDefault="00C936C7" w:rsidP="00C936C7">
                  <w:pPr>
                    <w:jc w:val="right"/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</w:pPr>
                  <w:r w:rsidRPr="00295781"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04" type="#_x0000_t202" style="position:absolute;margin-left:107.5pt;margin-top:15.95pt;width:15pt;height:45.5pt;z-index:251732992;mso-width-relative:margin;mso-height-relative:margin" filled="f" stroked="f">
            <v:textbox style="mso-next-textbox:#_x0000_s1104">
              <w:txbxContent>
                <w:p w:rsidR="00C936C7" w:rsidRPr="00295781" w:rsidRDefault="00C936C7" w:rsidP="00C936C7">
                  <w:pPr>
                    <w:jc w:val="right"/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</w:pPr>
                  <w:r w:rsidRPr="00295781"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97" type="#_x0000_t202" style="position:absolute;margin-left:333.25pt;margin-top:15.95pt;width:15pt;height:50pt;z-index:251725824;mso-width-relative:margin;mso-height-relative:margin" filled="f" stroked="f">
            <v:textbox style="mso-next-textbox:#_x0000_s1097">
              <w:txbxContent>
                <w:p w:rsidR="00D205D1" w:rsidRPr="00295781" w:rsidRDefault="00D205D1" w:rsidP="00D205D1">
                  <w:pPr>
                    <w:jc w:val="right"/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</w:pPr>
                  <w:r w:rsidRPr="00295781"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  <w:t>.</w:t>
                  </w:r>
                </w:p>
              </w:txbxContent>
            </v:textbox>
          </v:shape>
        </w:pict>
      </w:r>
    </w:p>
    <w:p w:rsidR="009F0794" w:rsidRPr="009F0794" w:rsidRDefault="009F0794" w:rsidP="009F0794"/>
    <w:p w:rsidR="009F0794" w:rsidRPr="009F0794" w:rsidRDefault="009C6FC4" w:rsidP="009F0794">
      <w:r>
        <w:rPr>
          <w:noProof/>
          <w:lang w:eastAsia="fr-FR"/>
        </w:rPr>
        <w:pict>
          <v:shape id="_x0000_s1108" type="#_x0000_t202" style="position:absolute;margin-left:333.25pt;margin-top:11.05pt;width:15pt;height:45.5pt;z-index:251737088;mso-width-relative:margin;mso-height-relative:margin" filled="f" stroked="f">
            <v:textbox style="mso-next-textbox:#_x0000_s1108">
              <w:txbxContent>
                <w:p w:rsidR="00CF7C3B" w:rsidRPr="00295781" w:rsidRDefault="00CF7C3B" w:rsidP="00CF7C3B">
                  <w:pPr>
                    <w:jc w:val="right"/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</w:pPr>
                  <w:r w:rsidRPr="00295781"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7" type="#_x0000_t202" style="position:absolute;margin-left:388.5pt;margin-top:13.55pt;width:86.85pt;height:44.45pt;z-index:251655168;mso-width-relative:margin;mso-height-relative:margin" filled="f" stroked="f">
            <v:textbox style="mso-next-textbox:#_x0000_s1027">
              <w:txbxContent>
                <w:p w:rsidR="00A31836" w:rsidRPr="00AF0C4A" w:rsidRDefault="00A31836" w:rsidP="002809E7">
                  <w:pPr>
                    <w:jc w:val="right"/>
                    <w:rPr>
                      <w:rFonts w:ascii="Sakkal Majalla" w:hAnsi="Sakkal Majalla" w:cs="Sakkal Majalla"/>
                      <w:sz w:val="56"/>
                      <w:szCs w:val="56"/>
                      <w:lang w:bidi="ar-MA"/>
                    </w:rPr>
                  </w:pPr>
                  <w:r w:rsidRPr="0042557E">
                    <w:rPr>
                      <w:rFonts w:ascii="Arial" w:hAnsi="Arial" w:hint="cs"/>
                      <w:sz w:val="56"/>
                      <w:szCs w:val="56"/>
                      <w:rtl/>
                      <w:lang w:bidi="ar-TN"/>
                    </w:rPr>
                    <w:t xml:space="preserve"> </w:t>
                  </w:r>
                  <w:proofErr w:type="gramStart"/>
                  <w:r w:rsidR="002809E7">
                    <w:rPr>
                      <w:rFonts w:ascii="Sakkal Majalla" w:hAnsi="Sakkal Majalla" w:cs="Sakkal Majalla" w:hint="cs"/>
                      <w:sz w:val="48"/>
                      <w:szCs w:val="48"/>
                      <w:rtl/>
                      <w:lang w:bidi="ar-MA"/>
                    </w:rPr>
                    <w:t>صَفْصافٌ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06" type="#_x0000_t202" style="position:absolute;margin-left:107.5pt;margin-top:10.6pt;width:15pt;height:45.5pt;z-index:251735040;mso-width-relative:margin;mso-height-relative:margin" filled="f" stroked="f">
            <v:textbox style="mso-next-textbox:#_x0000_s1106">
              <w:txbxContent>
                <w:p w:rsidR="00CF7C3B" w:rsidRPr="00295781" w:rsidRDefault="00CF7C3B" w:rsidP="00CF7C3B">
                  <w:pPr>
                    <w:jc w:val="right"/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</w:pPr>
                  <w:r w:rsidRPr="00295781"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07" type="#_x0000_t202" style="position:absolute;margin-left:219.45pt;margin-top:10.1pt;width:15pt;height:45.5pt;z-index:251736064;mso-width-relative:margin;mso-height-relative:margin" filled="f" stroked="f">
            <v:textbox style="mso-next-textbox:#_x0000_s1107">
              <w:txbxContent>
                <w:p w:rsidR="00CF7C3B" w:rsidRPr="00295781" w:rsidRDefault="00CF7C3B" w:rsidP="00CF7C3B">
                  <w:pPr>
                    <w:jc w:val="right"/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</w:pPr>
                  <w:r w:rsidRPr="00295781"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  <w:t>.</w:t>
                  </w:r>
                </w:p>
              </w:txbxContent>
            </v:textbox>
          </v:shape>
        </w:pict>
      </w:r>
    </w:p>
    <w:p w:rsidR="009F0794" w:rsidRDefault="009F0794" w:rsidP="009F0794"/>
    <w:p w:rsidR="00E84455" w:rsidRDefault="009C6FC4" w:rsidP="009F0794">
      <w:pPr>
        <w:tabs>
          <w:tab w:val="left" w:pos="4200"/>
        </w:tabs>
      </w:pP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0" type="#_x0000_t32" style="position:absolute;margin-left:-5.5pt;margin-top:11.2pt;width:599pt;height:0;z-index:251746304" o:connectortype="straight" strokecolor="#8064a2 [3207]" strokeweight="2.5pt">
            <v:shadow color="#868686"/>
          </v:shape>
        </w:pict>
      </w:r>
      <w:r w:rsidR="009F0794">
        <w:tab/>
      </w:r>
    </w:p>
    <w:p w:rsidR="00E84455" w:rsidRPr="00E84455" w:rsidRDefault="009C6FC4" w:rsidP="00CF7C3B">
      <w:pPr>
        <w:tabs>
          <w:tab w:val="left" w:pos="2810"/>
        </w:tabs>
      </w:pPr>
      <w:r>
        <w:rPr>
          <w:noProof/>
          <w:lang w:eastAsia="fr-FR"/>
        </w:rPr>
        <w:pict>
          <v:shape id="_x0000_s1060" type="#_x0000_t202" style="position:absolute;margin-left:267.5pt;margin-top:4.25pt;width:198.85pt;height:41pt;z-index:251687936;mso-width-relative:margin;mso-height-relative:margin" filled="f" stroked="f">
            <v:textbox style="mso-next-textbox:#_x0000_s1060">
              <w:txbxContent>
                <w:p w:rsidR="00836BED" w:rsidRPr="00836BED" w:rsidRDefault="00AF74EB" w:rsidP="00836BED">
                  <w:pPr>
                    <w:jc w:val="right"/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</w:pPr>
                  <w:r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 xml:space="preserve">طارَ </w:t>
                  </w:r>
                  <w:proofErr w:type="spellStart"/>
                  <w:r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صوصُ</w:t>
                  </w:r>
                  <w:proofErr w:type="spellEnd"/>
                  <w:r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 xml:space="preserve"> فَريد</w:t>
                  </w:r>
                  <w:r w:rsidR="00E035C2"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05" type="#_x0000_t202" style="position:absolute;margin-left:241.45pt;margin-top:4.25pt;width:15pt;height:40.5pt;z-index:251734016;mso-width-relative:margin;mso-height-relative:margin" filled="f" stroked="f">
            <v:textbox style="mso-next-textbox:#_x0000_s1105">
              <w:txbxContent>
                <w:p w:rsidR="00CF7C3B" w:rsidRPr="00295781" w:rsidRDefault="00CF7C3B" w:rsidP="00CF7C3B">
                  <w:pPr>
                    <w:jc w:val="right"/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</w:pPr>
                  <w:r w:rsidRPr="00295781"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  <w:t>.</w:t>
                  </w:r>
                </w:p>
              </w:txbxContent>
            </v:textbox>
          </v:shape>
        </w:pict>
      </w:r>
      <w:r w:rsidR="00CF7C3B">
        <w:tab/>
      </w:r>
    </w:p>
    <w:p w:rsidR="00E84455" w:rsidRPr="00E84455" w:rsidRDefault="009C6FC4" w:rsidP="00E84455">
      <w:r>
        <w:rPr>
          <w:noProof/>
          <w:lang w:eastAsia="fr-FR"/>
        </w:rPr>
        <w:pict>
          <v:roundrect id="_x0000_s1059" style="position:absolute;margin-left:478pt;margin-top:.3pt;width:88.85pt;height:33.45pt;z-index:251686912" arcsize="10923f" fillcolor="black" strokeweight="1.5pt">
            <v:fill r:id="rId8" o:title="Gouttelettes" type="tile"/>
            <v:shadow on="t" offset=",-2pt" offset2=",-8pt"/>
            <v:textbox style="mso-next-textbox:#_x0000_s1059">
              <w:txbxContent>
                <w:p w:rsidR="00B621B8" w:rsidRPr="00FF730D" w:rsidRDefault="00B621B8" w:rsidP="0075368B">
                  <w:pPr>
                    <w:jc w:val="center"/>
                    <w:rPr>
                      <w:rFonts w:asciiTheme="majorBidi" w:hAnsiTheme="majorBidi" w:cs="HSN Naskh"/>
                      <w:b/>
                      <w:bCs/>
                      <w:color w:val="000000" w:themeColor="text1"/>
                      <w:sz w:val="32"/>
                      <w:szCs w:val="32"/>
                      <w:rtl/>
                      <w:lang w:bidi="ar-TN"/>
                    </w:rPr>
                  </w:pPr>
                  <w:r w:rsidRPr="00FF730D">
                    <w:rPr>
                      <w:rFonts w:asciiTheme="majorBidi" w:hAnsiTheme="majorBidi" w:cs="HSN Naskh" w:hint="cs"/>
                      <w:b/>
                      <w:bCs/>
                      <w:color w:val="000000" w:themeColor="text1"/>
                      <w:sz w:val="32"/>
                      <w:szCs w:val="32"/>
                      <w:rtl/>
                      <w:lang w:bidi="ar-TN"/>
                    </w:rPr>
                    <w:t>نــقــل</w:t>
                  </w:r>
                </w:p>
                <w:p w:rsidR="00B621B8" w:rsidRDefault="00B621B8" w:rsidP="00B621B8"/>
              </w:txbxContent>
            </v:textbox>
          </v:roundrect>
        </w:pict>
      </w:r>
      <w:r>
        <w:rPr>
          <w:noProof/>
          <w:lang w:eastAsia="fr-FR"/>
        </w:rPr>
        <w:pict>
          <v:shape id="_x0000_s1062" type="#_x0000_t202" style="position:absolute;margin-left:259.5pt;margin-top:22.3pt;width:206.85pt;height:46.5pt;z-index:251689984;mso-width-relative:margin;mso-height-relative:margin" filled="f" stroked="f">
            <v:textbox style="mso-next-textbox:#_x0000_s1062">
              <w:txbxContent>
                <w:p w:rsidR="00DA7C54" w:rsidRPr="00BB4F9A" w:rsidRDefault="00C67355" w:rsidP="00AF74EB">
                  <w:pPr>
                    <w:jc w:val="right"/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</w:pPr>
                  <w:r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لَب</w:t>
                  </w:r>
                  <w:r w:rsidR="00886BA0"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ِ</w:t>
                  </w:r>
                  <w:r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س</w:t>
                  </w:r>
                  <w:r w:rsidR="00886BA0"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َ</w:t>
                  </w:r>
                  <w:r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 xml:space="preserve"> س</w:t>
                  </w:r>
                  <w:r w:rsidR="00886BA0"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ِ</w:t>
                  </w:r>
                  <w:r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م</w:t>
                  </w:r>
                  <w:r w:rsidR="00886BA0"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ْ</w:t>
                  </w:r>
                  <w:r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س</w:t>
                  </w:r>
                  <w:r w:rsidR="00886BA0"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ِ</w:t>
                  </w:r>
                  <w:r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م</w:t>
                  </w:r>
                  <w:r w:rsidR="00886BA0"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ُ</w:t>
                  </w:r>
                  <w:r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 xml:space="preserve"> ب</w:t>
                  </w:r>
                  <w:r w:rsidR="00886BA0"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 xml:space="preserve">ِذْلَةً </w:t>
                  </w:r>
                  <w:r w:rsidR="00AF74EB"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زَرْقاء</w:t>
                  </w:r>
                  <w:r w:rsidR="00E035C2"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10" type="#_x0000_t202" style="position:absolute;margin-left:241.45pt;margin-top:23.3pt;width:15pt;height:45.5pt;z-index:251739136;mso-width-relative:margin;mso-height-relative:margin" filled="f" stroked="f">
            <v:textbox style="mso-next-textbox:#_x0000_s1110">
              <w:txbxContent>
                <w:p w:rsidR="00B96A23" w:rsidRPr="00295781" w:rsidRDefault="00B96A23" w:rsidP="00B96A23">
                  <w:pPr>
                    <w:jc w:val="right"/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</w:pPr>
                  <w:r w:rsidRPr="00295781"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  <w:t>.</w:t>
                  </w:r>
                </w:p>
              </w:txbxContent>
            </v:textbox>
          </v:shape>
        </w:pict>
      </w:r>
    </w:p>
    <w:p w:rsidR="00E84455" w:rsidRPr="00E84455" w:rsidRDefault="00E84455" w:rsidP="00E84455"/>
    <w:p w:rsidR="00E84455" w:rsidRPr="00E84455" w:rsidRDefault="009C6FC4" w:rsidP="00E84455">
      <w:r>
        <w:rPr>
          <w:noProof/>
          <w:lang w:eastAsia="fr-FR"/>
        </w:rPr>
        <w:pict>
          <v:shape id="_x0000_s1121" type="#_x0000_t32" style="position:absolute;margin-left:.7pt;margin-top:21.45pt;width:599pt;height:0;z-index:251747328" o:connectortype="straight" strokecolor="#8064a2 [3207]" strokeweight="2.5pt">
            <v:shadow color="#868686"/>
          </v:shape>
        </w:pict>
      </w:r>
    </w:p>
    <w:p w:rsidR="00E84455" w:rsidRPr="00E84455" w:rsidRDefault="009C6FC4" w:rsidP="00E84455">
      <w:r>
        <w:rPr>
          <w:noProof/>
          <w:lang w:eastAsia="fr-FR"/>
        </w:rPr>
        <w:pict>
          <v:roundrect id="_x0000_s1064" style="position:absolute;margin-left:478pt;margin-top:16pt;width:88.85pt;height:32.5pt;z-index:251692032" arcsize="10923f" fillcolor="black" strokeweight="1.5pt">
            <v:fill r:id="rId8" o:title="Gouttelettes" type="tile"/>
            <v:shadow on="t" offset=",-2pt" offset2=",-8pt"/>
            <v:textbox style="mso-next-textbox:#_x0000_s1064">
              <w:txbxContent>
                <w:p w:rsidR="00BB4F9A" w:rsidRPr="00FF730D" w:rsidRDefault="00BB4F9A" w:rsidP="0075368B">
                  <w:pPr>
                    <w:jc w:val="center"/>
                    <w:rPr>
                      <w:rFonts w:asciiTheme="majorBidi" w:hAnsiTheme="majorBidi" w:cs="HSN Naskh"/>
                      <w:b/>
                      <w:bCs/>
                      <w:color w:val="000000" w:themeColor="text1"/>
                      <w:sz w:val="32"/>
                      <w:szCs w:val="32"/>
                      <w:rtl/>
                      <w:lang w:bidi="ar-TN"/>
                    </w:rPr>
                  </w:pPr>
                  <w:proofErr w:type="gramStart"/>
                  <w:r w:rsidRPr="00FF730D">
                    <w:rPr>
                      <w:rFonts w:asciiTheme="majorBidi" w:hAnsiTheme="majorBidi" w:cs="HSN Naskh" w:hint="cs"/>
                      <w:b/>
                      <w:bCs/>
                      <w:color w:val="000000" w:themeColor="text1"/>
                      <w:sz w:val="32"/>
                      <w:szCs w:val="32"/>
                      <w:rtl/>
                      <w:lang w:bidi="ar-TN"/>
                    </w:rPr>
                    <w:t>إم</w:t>
                  </w:r>
                  <w:r w:rsidR="0075368B" w:rsidRPr="00FF730D">
                    <w:rPr>
                      <w:rFonts w:asciiTheme="majorBidi" w:hAnsiTheme="majorBidi" w:cs="HSN Naskh" w:hint="cs"/>
                      <w:b/>
                      <w:bCs/>
                      <w:color w:val="000000" w:themeColor="text1"/>
                      <w:sz w:val="32"/>
                      <w:szCs w:val="32"/>
                      <w:rtl/>
                      <w:lang w:bidi="ar-TN"/>
                    </w:rPr>
                    <w:t>ــــ</w:t>
                  </w:r>
                  <w:r w:rsidRPr="00FF730D">
                    <w:rPr>
                      <w:rFonts w:asciiTheme="majorBidi" w:hAnsiTheme="majorBidi" w:cs="HSN Naskh" w:hint="cs"/>
                      <w:b/>
                      <w:bCs/>
                      <w:color w:val="000000" w:themeColor="text1"/>
                      <w:sz w:val="32"/>
                      <w:szCs w:val="32"/>
                      <w:rtl/>
                      <w:lang w:bidi="ar-TN"/>
                    </w:rPr>
                    <w:t>لاء</w:t>
                  </w:r>
                  <w:proofErr w:type="gramEnd"/>
                </w:p>
                <w:p w:rsidR="00BB4F9A" w:rsidRDefault="00BB4F9A" w:rsidP="00BB4F9A"/>
              </w:txbxContent>
            </v:textbox>
          </v:roundrect>
        </w:pict>
      </w:r>
      <w:r>
        <w:rPr>
          <w:noProof/>
          <w:lang w:eastAsia="fr-FR"/>
        </w:rPr>
        <w:pict>
          <v:shape id="_x0000_s1111" type="#_x0000_t202" style="position:absolute;margin-left:60pt;margin-top:16pt;width:15pt;height:45.5pt;z-index:251740160;mso-width-relative:margin;mso-height-relative:margin" filled="f" stroked="f">
            <v:textbox style="mso-next-textbox:#_x0000_s1111">
              <w:txbxContent>
                <w:p w:rsidR="00B96A23" w:rsidRPr="00295781" w:rsidRDefault="00B96A23" w:rsidP="00B96A23">
                  <w:pPr>
                    <w:jc w:val="right"/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</w:pPr>
                  <w:r w:rsidRPr="00295781"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12" type="#_x0000_t202" style="position:absolute;margin-left:175.5pt;margin-top:16pt;width:15pt;height:45.5pt;z-index:251741184;mso-width-relative:margin;mso-height-relative:margin" filled="f" stroked="f">
            <v:textbox style="mso-next-textbox:#_x0000_s1112">
              <w:txbxContent>
                <w:p w:rsidR="00B96A23" w:rsidRPr="00295781" w:rsidRDefault="00B96A23" w:rsidP="00B96A23">
                  <w:pPr>
                    <w:jc w:val="right"/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</w:pPr>
                  <w:r w:rsidRPr="00295781"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13" type="#_x0000_t202" style="position:absolute;margin-left:288.95pt;margin-top:16pt;width:15pt;height:45.5pt;z-index:251742208;mso-width-relative:margin;mso-height-relative:margin" filled="f" stroked="f">
            <v:textbox style="mso-next-textbox:#_x0000_s1113">
              <w:txbxContent>
                <w:p w:rsidR="00B96A23" w:rsidRPr="00295781" w:rsidRDefault="00B96A23" w:rsidP="00B96A23">
                  <w:pPr>
                    <w:jc w:val="right"/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</w:pPr>
                  <w:r w:rsidRPr="00295781"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09" type="#_x0000_t202" style="position:absolute;margin-left:401.95pt;margin-top:16pt;width:15pt;height:45.5pt;z-index:251738112;mso-width-relative:margin;mso-height-relative:margin" filled="f" stroked="f">
            <v:textbox style="mso-next-textbox:#_x0000_s1109">
              <w:txbxContent>
                <w:p w:rsidR="00B96A23" w:rsidRPr="00295781" w:rsidRDefault="00B96A23" w:rsidP="00B96A23">
                  <w:pPr>
                    <w:jc w:val="right"/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</w:pPr>
                  <w:r w:rsidRPr="00295781"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  <w:t>.</w:t>
                  </w:r>
                </w:p>
              </w:txbxContent>
            </v:textbox>
          </v:shape>
        </w:pict>
      </w:r>
    </w:p>
    <w:p w:rsidR="00E84455" w:rsidRPr="00E84455" w:rsidRDefault="00E84455" w:rsidP="00E84455"/>
    <w:p w:rsidR="00E84455" w:rsidRPr="00E84455" w:rsidRDefault="009C6FC4" w:rsidP="00E84455">
      <w:r>
        <w:rPr>
          <w:noProof/>
          <w:lang w:eastAsia="fr-FR"/>
        </w:rPr>
        <w:pict>
          <v:shape id="_x0000_s1119" type="#_x0000_t32" style="position:absolute;margin-left:-3pt;margin-top:15.1pt;width:599pt;height:0;z-index:251745280" o:connectortype="straight" strokecolor="#8064a2 [3207]" strokeweight="2.5pt">
            <v:shadow color="#868686"/>
          </v:shape>
        </w:pict>
      </w:r>
    </w:p>
    <w:p w:rsidR="00E84455" w:rsidRDefault="009C6FC4" w:rsidP="00E84455">
      <w:r>
        <w:rPr>
          <w:noProof/>
          <w:lang w:eastAsia="fr-FR"/>
        </w:rPr>
        <w:pict>
          <v:shape id="_x0000_s1070" type="#_x0000_t202" style="position:absolute;margin-left:89.6pt;margin-top:6.65pt;width:376.75pt;height:41.5pt;z-index:251698176;mso-width-relative:margin;mso-height-relative:margin" filled="f" stroked="f">
            <v:textbox style="mso-next-textbox:#_x0000_s1070">
              <w:txbxContent>
                <w:p w:rsidR="00E84455" w:rsidRPr="002C09A8" w:rsidRDefault="00E84455" w:rsidP="00E84455">
                  <w:pPr>
                    <w:pStyle w:val="Paragraphedeliste"/>
                    <w:jc w:val="right"/>
                    <w:rPr>
                      <w:rFonts w:ascii="Sakkal Majalla" w:hAnsi="Sakkal Majalla" w:cs="Sakkal Majalla"/>
                      <w:sz w:val="52"/>
                      <w:szCs w:val="52"/>
                      <w:u w:val="double"/>
                      <w:rtl/>
                      <w:lang w:bidi="ar-TN"/>
                    </w:rPr>
                  </w:pPr>
                  <w:proofErr w:type="spellStart"/>
                  <w:r w:rsidRPr="002C09A8">
                    <w:rPr>
                      <w:rFonts w:asciiTheme="majorBidi" w:hAnsiTheme="majorBidi" w:cstheme="majorBidi"/>
                      <w:b/>
                      <w:bCs/>
                      <w:sz w:val="40"/>
                      <w:szCs w:val="40"/>
                      <w:u w:val="double"/>
                      <w:rtl/>
                      <w:lang w:bidi="ar-TN"/>
                    </w:rPr>
                    <w:t>1</w:t>
                  </w:r>
                  <w:r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-</w:t>
                  </w:r>
                  <w:proofErr w:type="spellEnd"/>
                  <w:r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 xml:space="preserve"> أ</w:t>
                  </w:r>
                  <w:r w:rsidR="008B52D3"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ُ</w:t>
                  </w:r>
                  <w:r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ر</w:t>
                  </w:r>
                  <w:r w:rsidR="008B52D3"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َ</w:t>
                  </w:r>
                  <w:r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ت</w:t>
                  </w:r>
                  <w:r w:rsidR="008B52D3"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ِّ</w:t>
                  </w:r>
                  <w:r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ب</w:t>
                  </w:r>
                  <w:r w:rsidR="008B52D3"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ُ</w:t>
                  </w:r>
                  <w:r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 xml:space="preserve"> ا</w:t>
                  </w:r>
                  <w:r w:rsidR="008B52D3" w:rsidRPr="002C09A8">
                    <w:rPr>
                      <w:rFonts w:ascii="Sakkal Majalla" w:hAnsi="Sakkal Majalla" w:cs="Sakkal Majalla"/>
                      <w:sz w:val="52"/>
                      <w:szCs w:val="52"/>
                      <w:u w:val="double"/>
                      <w:rtl/>
                      <w:lang w:bidi="ar-TN"/>
                    </w:rPr>
                    <w:t>ؐ</w:t>
                  </w:r>
                  <w:r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ل</w:t>
                  </w:r>
                  <w:r w:rsidR="008B52D3"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ْ</w:t>
                  </w:r>
                  <w:r w:rsidR="0013286B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ـ</w:t>
                  </w:r>
                  <w:r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م</w:t>
                  </w:r>
                  <w:r w:rsidR="008B52D3"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َ</w:t>
                  </w:r>
                  <w:r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قاط</w:t>
                  </w:r>
                  <w:r w:rsidR="008B52D3"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ِ</w:t>
                  </w:r>
                  <w:r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ع</w:t>
                  </w:r>
                  <w:r w:rsidR="008B52D3"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َ</w:t>
                  </w:r>
                  <w:r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 xml:space="preserve"> ا</w:t>
                  </w:r>
                  <w:r w:rsidR="008B52D3" w:rsidRPr="002C09A8">
                    <w:rPr>
                      <w:rFonts w:ascii="Sakkal Majalla" w:hAnsi="Sakkal Majalla" w:cs="Sakkal Majalla"/>
                      <w:sz w:val="52"/>
                      <w:szCs w:val="52"/>
                      <w:u w:val="double"/>
                      <w:rtl/>
                      <w:lang w:bidi="ar-TN"/>
                    </w:rPr>
                    <w:t>ؐ</w:t>
                  </w:r>
                  <w:r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لت</w:t>
                  </w:r>
                  <w:r w:rsidR="008B52D3"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ّ</w:t>
                  </w:r>
                  <w:r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ال</w:t>
                  </w:r>
                  <w:r w:rsidR="008B52D3"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ِ</w:t>
                  </w:r>
                  <w:r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ية</w:t>
                  </w:r>
                  <w:r w:rsidR="00C84751"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َ</w:t>
                  </w:r>
                  <w:r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 xml:space="preserve"> ل</w:t>
                  </w:r>
                  <w:r w:rsidR="008B52D3"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ِ</w:t>
                  </w:r>
                  <w:r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أ</w:t>
                  </w:r>
                  <w:r w:rsidR="008B52D3"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َ</w:t>
                  </w:r>
                  <w:r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ب</w:t>
                  </w:r>
                  <w:r w:rsidR="008B52D3"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ْ</w:t>
                  </w:r>
                  <w:r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ن</w:t>
                  </w:r>
                  <w:r w:rsidR="008B52D3"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ِ</w:t>
                  </w:r>
                  <w:r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ي ك</w:t>
                  </w:r>
                  <w:r w:rsidR="008B52D3"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َ</w:t>
                  </w:r>
                  <w:r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ل</w:t>
                  </w:r>
                  <w:r w:rsidR="008B52D3"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ِ</w:t>
                  </w:r>
                  <w:r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مات</w:t>
                  </w:r>
                  <w:r w:rsidR="008B52D3"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ٍ</w:t>
                  </w:r>
                  <w:r w:rsidRPr="002C09A8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:</w:t>
                  </w:r>
                </w:p>
              </w:txbxContent>
            </v:textbox>
          </v:shape>
        </w:pict>
      </w:r>
    </w:p>
    <w:p w:rsidR="00357DB9" w:rsidRDefault="009C6FC4" w:rsidP="00E84455">
      <w:pPr>
        <w:tabs>
          <w:tab w:val="left" w:pos="9010"/>
        </w:tabs>
      </w:pPr>
      <w:r>
        <w:rPr>
          <w:noProof/>
          <w:lang w:eastAsia="fr-FR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78" type="#_x0000_t183" style="position:absolute;margin-left:338.75pt;margin-top:31.25pt;width:16.35pt;height:1in;z-index:251706368">
            <v:shadow on="t" offset=",1pt" offset2=",-2pt"/>
          </v:shape>
        </w:pict>
      </w:r>
      <w:r>
        <w:rPr>
          <w:noProof/>
          <w:lang w:eastAsia="fr-FR"/>
        </w:rPr>
        <w:pict>
          <v:shape id="_x0000_s1077" type="#_x0000_t202" style="position:absolute;margin-left:85.5pt;margin-top:116.75pt;width:376.75pt;height:45.5pt;z-index:251705344;mso-width-relative:margin;mso-height-relative:margin" filled="f" stroked="f">
            <v:textbox style="mso-next-textbox:#_x0000_s1077">
              <w:txbxContent>
                <w:p w:rsidR="0010514C" w:rsidRPr="008F4FB0" w:rsidRDefault="0010514C" w:rsidP="0010514C">
                  <w:pPr>
                    <w:pStyle w:val="Paragraphedeliste"/>
                    <w:jc w:val="right"/>
                    <w:rPr>
                      <w:rFonts w:ascii="Sakkal Majalla" w:hAnsi="Sakkal Majalla" w:cs="Sakkal Majalla"/>
                      <w:sz w:val="52"/>
                      <w:szCs w:val="52"/>
                      <w:u w:val="double"/>
                      <w:rtl/>
                      <w:lang w:bidi="ar-TN"/>
                    </w:rPr>
                  </w:pPr>
                  <w:proofErr w:type="spellStart"/>
                  <w:r w:rsidRPr="008F4FB0">
                    <w:rPr>
                      <w:rFonts w:asciiTheme="majorBidi" w:hAnsiTheme="majorBidi" w:cstheme="majorBidi" w:hint="cs"/>
                      <w:b/>
                      <w:bCs/>
                      <w:sz w:val="40"/>
                      <w:szCs w:val="40"/>
                      <w:u w:val="double"/>
                      <w:rtl/>
                      <w:lang w:bidi="ar-TN"/>
                    </w:rPr>
                    <w:t>2</w:t>
                  </w:r>
                  <w:r w:rsidRPr="008F4FB0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-</w:t>
                  </w:r>
                  <w:proofErr w:type="spellEnd"/>
                  <w:r w:rsidRPr="008F4FB0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 xml:space="preserve"> أَكْتُبُ ا</w:t>
                  </w:r>
                  <w:r w:rsidRPr="008F4FB0">
                    <w:rPr>
                      <w:rFonts w:ascii="Sakkal Majalla" w:hAnsi="Sakkal Majalla" w:cs="Sakkal Majalla"/>
                      <w:sz w:val="52"/>
                      <w:szCs w:val="52"/>
                      <w:u w:val="double"/>
                      <w:rtl/>
                      <w:lang w:bidi="ar-TN"/>
                    </w:rPr>
                    <w:t>ؐ</w:t>
                  </w:r>
                  <w:r w:rsidRPr="008F4FB0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لْـمَقْطَعَ ا</w:t>
                  </w:r>
                  <w:r w:rsidRPr="008F4FB0">
                    <w:rPr>
                      <w:rFonts w:ascii="Sakkal Majalla" w:hAnsi="Sakkal Majalla" w:cs="Sakkal Majalla"/>
                      <w:sz w:val="52"/>
                      <w:szCs w:val="52"/>
                      <w:u w:val="double"/>
                      <w:rtl/>
                      <w:lang w:bidi="ar-TN"/>
                    </w:rPr>
                    <w:t>ؐ</w:t>
                  </w:r>
                  <w:r w:rsidRPr="008F4FB0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لـْمُنَاسِبَ مَكانَ النُّقَط</w:t>
                  </w:r>
                  <w:r w:rsidR="00C60E7D" w:rsidRPr="008F4FB0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ِ</w:t>
                  </w:r>
                  <w:r w:rsidRPr="008F4FB0">
                    <w:rPr>
                      <w:rFonts w:ascii="Sakkal Majalla" w:hAnsi="Sakkal Majalla" w:cs="Sakkal Majalla" w:hint="cs"/>
                      <w:sz w:val="52"/>
                      <w:szCs w:val="52"/>
                      <w:u w:val="double"/>
                      <w:rtl/>
                      <w:lang w:bidi="ar-TN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76" type="#_x0000_t202" style="position:absolute;margin-left:67.25pt;margin-top:83.75pt;width:105.75pt;height:45.5pt;z-index:251704320;mso-width-relative:margin;mso-height-relative:margin" filled="f" stroked="f">
            <v:textbox style="mso-next-textbox:#_x0000_s1076">
              <w:txbxContent>
                <w:p w:rsidR="00673AE8" w:rsidRPr="008648AB" w:rsidRDefault="00673AE8" w:rsidP="00673AE8">
                  <w:pPr>
                    <w:jc w:val="right"/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TN"/>
                    </w:rPr>
                  </w:pPr>
                  <w:r w:rsidRPr="008648AB"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TN"/>
                    </w:rPr>
                    <w:t>............</w:t>
                  </w:r>
                  <w:r w:rsidRPr="008648AB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TN"/>
                    </w:rPr>
                    <w:t>......</w:t>
                  </w:r>
                  <w:r w:rsidRPr="008648AB"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TN"/>
                    </w:rPr>
                    <w:t>.....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71" type="#_x0000_t202" style="position:absolute;margin-left:333.25pt;margin-top:25.75pt;width:130.6pt;height:41.5pt;z-index:251699200;mso-width-relative:margin;mso-height-relative:margin" filled="f" stroked="f">
            <v:textbox style="mso-next-textbox:#_x0000_s1071">
              <w:txbxContent>
                <w:p w:rsidR="00545C6E" w:rsidRPr="008648AB" w:rsidRDefault="001C509E" w:rsidP="001C509E">
                  <w:pPr>
                    <w:pStyle w:val="Paragraphedeliste"/>
                    <w:jc w:val="right"/>
                    <w:rPr>
                      <w:rFonts w:ascii="Sakkal Majalla" w:hAnsi="Sakkal Majalla" w:cs="Sakkal Majalla"/>
                      <w:sz w:val="96"/>
                      <w:szCs w:val="96"/>
                      <w:rtl/>
                      <w:lang w:bidi="ar-TN"/>
                    </w:rPr>
                  </w:pPr>
                  <w:proofErr w:type="spellStart"/>
                  <w:r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ـــطَـــ</w:t>
                  </w:r>
                  <w:proofErr w:type="spellEnd"/>
                  <w:r w:rsidR="00545C6E" w:rsidRPr="008648AB"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  <w:t xml:space="preserve"> </w:t>
                  </w:r>
                  <w:proofErr w:type="spellStart"/>
                  <w:r w:rsidR="00545C6E" w:rsidRPr="00067DAA">
                    <w:rPr>
                      <w:rFonts w:ascii="Sakkal Majalla" w:hAnsi="Sakkal Majalla" w:cs="Sakkal Majalla"/>
                      <w:color w:val="A6A6A6" w:themeColor="background1" w:themeShade="A6"/>
                      <w:sz w:val="52"/>
                      <w:szCs w:val="52"/>
                      <w:rtl/>
                      <w:lang w:bidi="ar-TN"/>
                    </w:rPr>
                    <w:t>/</w:t>
                  </w:r>
                  <w:proofErr w:type="spellEnd"/>
                  <w:r w:rsidR="00545C6E" w:rsidRPr="008648AB">
                    <w:rPr>
                      <w:rFonts w:ascii="Sakkal Majalla" w:hAnsi="Sakkal Majalla" w:cs="Sakkal Majalla"/>
                      <w:color w:val="0070C0"/>
                      <w:sz w:val="52"/>
                      <w:szCs w:val="52"/>
                      <w:rtl/>
                      <w:lang w:bidi="ar-TN"/>
                    </w:rPr>
                    <w:t xml:space="preserve"> </w:t>
                  </w:r>
                  <w:proofErr w:type="spellStart"/>
                  <w:r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مَــ</w:t>
                  </w:r>
                  <w:r w:rsidR="00545C6E" w:rsidRPr="00067DAA">
                    <w:rPr>
                      <w:rFonts w:ascii="Sakkal Majalla" w:hAnsi="Sakkal Majalla" w:cs="Sakkal Majalla"/>
                      <w:color w:val="A6A6A6" w:themeColor="background1" w:themeShade="A6"/>
                      <w:sz w:val="52"/>
                      <w:szCs w:val="52"/>
                      <w:rtl/>
                      <w:lang w:bidi="ar-TN"/>
                    </w:rPr>
                    <w:t>/</w:t>
                  </w:r>
                  <w:proofErr w:type="spellEnd"/>
                  <w:r w:rsidR="00545C6E" w:rsidRPr="008648AB">
                    <w:rPr>
                      <w:rFonts w:ascii="Sakkal Majalla" w:hAnsi="Sakkal Majalla" w:cs="Sakkal Majalla"/>
                      <w:color w:val="0070C0"/>
                      <w:sz w:val="52"/>
                      <w:szCs w:val="52"/>
                      <w:rtl/>
                      <w:lang w:bidi="ar-TN"/>
                    </w:rPr>
                    <w:t xml:space="preserve"> </w:t>
                  </w:r>
                  <w:r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ـــــرٌ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74" type="#_x0000_t202" style="position:absolute;margin-left:213.95pt;margin-top:83.75pt;width:105.75pt;height:45.5pt;z-index:251702272;mso-width-relative:margin;mso-height-relative:margin" filled="f" stroked="f">
            <v:textbox style="mso-next-textbox:#_x0000_s1074">
              <w:txbxContent>
                <w:p w:rsidR="008648AB" w:rsidRPr="008648AB" w:rsidRDefault="008648AB" w:rsidP="008648AB">
                  <w:pPr>
                    <w:jc w:val="right"/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TN"/>
                    </w:rPr>
                  </w:pPr>
                  <w:r w:rsidRPr="008648AB"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TN"/>
                    </w:rPr>
                    <w:t>............</w:t>
                  </w:r>
                  <w:r w:rsidRPr="008648AB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TN"/>
                    </w:rPr>
                    <w:t>......</w:t>
                  </w:r>
                  <w:r w:rsidRPr="008648AB"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TN"/>
                    </w:rPr>
                    <w:t>.....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72" type="#_x0000_t202" style="position:absolute;margin-left:355.1pt;margin-top:83.75pt;width:105.75pt;height:45.5pt;z-index:251700224;mso-width-relative:margin;mso-height-relative:margin" filled="f" stroked="f">
            <v:textbox style="mso-next-textbox:#_x0000_s1072">
              <w:txbxContent>
                <w:p w:rsidR="0000200C" w:rsidRPr="008648AB" w:rsidRDefault="0000200C" w:rsidP="0000200C">
                  <w:pPr>
                    <w:jc w:val="right"/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TN"/>
                    </w:rPr>
                  </w:pPr>
                  <w:r w:rsidRPr="008648AB"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TN"/>
                    </w:rPr>
                    <w:t>............</w:t>
                  </w:r>
                  <w:r w:rsidRPr="008648AB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TN"/>
                    </w:rPr>
                    <w:t>......</w:t>
                  </w:r>
                  <w:r w:rsidRPr="008648AB"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TN"/>
                    </w:rPr>
                    <w:t>.....</w:t>
                  </w:r>
                </w:p>
              </w:txbxContent>
            </v:textbox>
          </v:shape>
        </w:pict>
      </w:r>
      <w:r w:rsidR="00E84455">
        <w:tab/>
      </w:r>
    </w:p>
    <w:p w:rsidR="00357DB9" w:rsidRPr="00357DB9" w:rsidRDefault="009C6FC4" w:rsidP="00357DB9">
      <w:r>
        <w:rPr>
          <w:noProof/>
          <w:lang w:eastAsia="fr-FR"/>
        </w:rPr>
        <w:pict>
          <v:shape id="_x0000_s1075" type="#_x0000_t202" style="position:absolute;margin-left:22.5pt;margin-top:.3pt;width:148.6pt;height:41.5pt;z-index:251703296;mso-width-relative:margin;mso-height-relative:margin" filled="f" stroked="f">
            <v:textbox style="mso-next-textbox:#_x0000_s1075">
              <w:txbxContent>
                <w:p w:rsidR="00AC454C" w:rsidRPr="008648AB" w:rsidRDefault="00302319" w:rsidP="00302319">
                  <w:pPr>
                    <w:pStyle w:val="Paragraphedeliste"/>
                    <w:jc w:val="right"/>
                    <w:rPr>
                      <w:rFonts w:ascii="Sakkal Majalla" w:hAnsi="Sakkal Majalla" w:cs="Sakkal Majalla"/>
                      <w:sz w:val="96"/>
                      <w:szCs w:val="96"/>
                      <w:rtl/>
                      <w:lang w:bidi="ar-TN"/>
                    </w:rPr>
                  </w:pPr>
                  <w:proofErr w:type="spellStart"/>
                  <w:r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ــصو</w:t>
                  </w:r>
                  <w:proofErr w:type="spellEnd"/>
                  <w:r w:rsidR="00B40900"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 xml:space="preserve"> </w:t>
                  </w:r>
                  <w:proofErr w:type="spellStart"/>
                  <w:r w:rsidR="00AC454C" w:rsidRPr="008648AB">
                    <w:rPr>
                      <w:rFonts w:ascii="Sakkal Majalla" w:hAnsi="Sakkal Majalla" w:cs="Sakkal Majalla"/>
                      <w:color w:val="0070C0"/>
                      <w:sz w:val="52"/>
                      <w:szCs w:val="52"/>
                      <w:rtl/>
                      <w:lang w:bidi="ar-TN"/>
                    </w:rPr>
                    <w:t>/</w:t>
                  </w:r>
                  <w:proofErr w:type="spellEnd"/>
                  <w:r w:rsidR="00AC454C" w:rsidRPr="008648AB">
                    <w:rPr>
                      <w:rFonts w:ascii="Sakkal Majalla" w:hAnsi="Sakkal Majalla" w:cs="Sakkal Majalla"/>
                      <w:color w:val="0070C0"/>
                      <w:sz w:val="52"/>
                      <w:szCs w:val="52"/>
                      <w:rtl/>
                      <w:lang w:bidi="ar-TN"/>
                    </w:rPr>
                    <w:t xml:space="preserve"> </w:t>
                  </w:r>
                  <w:r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لُـــ</w:t>
                  </w:r>
                  <w:r w:rsidR="00B40900"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 xml:space="preserve"> </w:t>
                  </w:r>
                  <w:proofErr w:type="spellStart"/>
                  <w:r w:rsidR="00AC454C" w:rsidRPr="008648AB">
                    <w:rPr>
                      <w:rFonts w:ascii="Sakkal Majalla" w:hAnsi="Sakkal Majalla" w:cs="Sakkal Majalla"/>
                      <w:color w:val="0070C0"/>
                      <w:sz w:val="52"/>
                      <w:szCs w:val="52"/>
                      <w:rtl/>
                      <w:lang w:bidi="ar-TN"/>
                    </w:rPr>
                    <w:t>/</w:t>
                  </w:r>
                  <w:proofErr w:type="spellEnd"/>
                  <w:r w:rsidR="00AC454C" w:rsidRPr="008648AB">
                    <w:rPr>
                      <w:rFonts w:ascii="Sakkal Majalla" w:hAnsi="Sakkal Majalla" w:cs="Sakkal Majalla"/>
                      <w:color w:val="0070C0"/>
                      <w:sz w:val="52"/>
                      <w:szCs w:val="52"/>
                      <w:rtl/>
                      <w:lang w:bidi="ar-TN"/>
                    </w:rPr>
                    <w:t xml:space="preserve"> </w:t>
                  </w:r>
                  <w:proofErr w:type="spellStart"/>
                  <w:r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صٌ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73" type="#_x0000_t202" style="position:absolute;margin-left:182pt;margin-top:.3pt;width:133.75pt;height:41.5pt;z-index:251701248;mso-width-relative:margin;mso-height-relative:margin" filled="f" stroked="f">
            <v:textbox style="mso-next-textbox:#_x0000_s1073">
              <w:txbxContent>
                <w:p w:rsidR="0000200C" w:rsidRPr="008648AB" w:rsidRDefault="006E49BC" w:rsidP="006E49BC">
                  <w:pPr>
                    <w:pStyle w:val="Paragraphedeliste"/>
                    <w:jc w:val="right"/>
                    <w:rPr>
                      <w:rFonts w:ascii="Sakkal Majalla" w:hAnsi="Sakkal Majalla" w:cs="Sakkal Majalla"/>
                      <w:sz w:val="96"/>
                      <w:szCs w:val="96"/>
                      <w:rtl/>
                      <w:lang w:bidi="ar-TN"/>
                    </w:rPr>
                  </w:pPr>
                  <w:proofErr w:type="spellStart"/>
                  <w:r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ـــذٌ</w:t>
                  </w:r>
                  <w:proofErr w:type="spellEnd"/>
                  <w:r w:rsidR="0000200C" w:rsidRPr="008648AB">
                    <w:rPr>
                      <w:rFonts w:ascii="Sakkal Majalla" w:hAnsi="Sakkal Majalla" w:cs="Sakkal Majalla"/>
                      <w:sz w:val="52"/>
                      <w:szCs w:val="52"/>
                      <w:rtl/>
                      <w:lang w:bidi="ar-TN"/>
                    </w:rPr>
                    <w:t xml:space="preserve"> </w:t>
                  </w:r>
                  <w:proofErr w:type="spellStart"/>
                  <w:r w:rsidR="0000200C" w:rsidRPr="008648AB">
                    <w:rPr>
                      <w:rFonts w:ascii="Sakkal Majalla" w:hAnsi="Sakkal Majalla" w:cs="Sakkal Majalla"/>
                      <w:color w:val="0070C0"/>
                      <w:sz w:val="52"/>
                      <w:szCs w:val="52"/>
                      <w:rtl/>
                      <w:lang w:bidi="ar-TN"/>
                    </w:rPr>
                    <w:t>/</w:t>
                  </w:r>
                  <w:proofErr w:type="spellEnd"/>
                  <w:r w:rsidR="0000200C" w:rsidRPr="008648AB">
                    <w:rPr>
                      <w:rFonts w:ascii="Sakkal Majalla" w:hAnsi="Sakkal Majalla" w:cs="Sakkal Majalla"/>
                      <w:color w:val="0070C0"/>
                      <w:sz w:val="52"/>
                      <w:szCs w:val="52"/>
                      <w:rtl/>
                      <w:lang w:bidi="ar-TN"/>
                    </w:rPr>
                    <w:t xml:space="preserve"> </w:t>
                  </w:r>
                  <w:proofErr w:type="gramStart"/>
                  <w:r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ــذيـ</w:t>
                  </w:r>
                  <w:proofErr w:type="gramEnd"/>
                  <w:r w:rsidR="00047F9B"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 xml:space="preserve"> </w:t>
                  </w:r>
                  <w:proofErr w:type="spellStart"/>
                  <w:r w:rsidR="0000200C" w:rsidRPr="008648AB">
                    <w:rPr>
                      <w:rFonts w:ascii="Sakkal Majalla" w:hAnsi="Sakkal Majalla" w:cs="Sakkal Majalla"/>
                      <w:color w:val="0070C0"/>
                      <w:sz w:val="52"/>
                      <w:szCs w:val="52"/>
                      <w:rtl/>
                      <w:lang w:bidi="ar-TN"/>
                    </w:rPr>
                    <w:t>/</w:t>
                  </w:r>
                  <w:proofErr w:type="spellEnd"/>
                  <w:r w:rsidR="0000200C" w:rsidRPr="008648AB">
                    <w:rPr>
                      <w:rFonts w:ascii="Sakkal Majalla" w:hAnsi="Sakkal Majalla" w:cs="Sakkal Majalla"/>
                      <w:color w:val="0070C0"/>
                      <w:sz w:val="52"/>
                      <w:szCs w:val="52"/>
                      <w:rtl/>
                      <w:lang w:bidi="ar-TN"/>
                    </w:rPr>
                    <w:t xml:space="preserve"> </w:t>
                  </w:r>
                  <w:r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لَـــ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79" type="#_x0000_t183" style="position:absolute;margin-left:197.6pt;margin-top:10.8pt;width:16.35pt;height:1in;z-index:251707392">
            <v:shadow on="t" offset=",1pt" offset2=",-2pt"/>
          </v:shape>
        </w:pict>
      </w:r>
    </w:p>
    <w:p w:rsidR="00357DB9" w:rsidRDefault="00357DB9" w:rsidP="00357DB9"/>
    <w:p w:rsidR="003153CA" w:rsidRPr="00357DB9" w:rsidRDefault="00B7222A" w:rsidP="00357DB9">
      <w:pPr>
        <w:tabs>
          <w:tab w:val="left" w:pos="7450"/>
        </w:tabs>
      </w:pPr>
      <w:r>
        <w:rPr>
          <w:noProof/>
          <w:lang w:eastAsia="fr-FR"/>
        </w:rPr>
        <w:pict>
          <v:shape id="_x0000_s1083" type="#_x0000_t202" style="position:absolute;margin-left:335.75pt;margin-top:132.9pt;width:130.6pt;height:41.5pt;z-index:251711488;mso-width-relative:margin;mso-height-relative:margin" filled="f" stroked="f">
            <v:textbox style="mso-next-textbox:#_x0000_s1083">
              <w:txbxContent>
                <w:p w:rsidR="00FD498F" w:rsidRPr="008648AB" w:rsidRDefault="00930733" w:rsidP="00930733">
                  <w:pPr>
                    <w:pStyle w:val="Paragraphedeliste"/>
                    <w:jc w:val="right"/>
                    <w:rPr>
                      <w:rFonts w:ascii="Sakkal Majalla" w:hAnsi="Sakkal Majalla" w:cs="Sakkal Majalla"/>
                      <w:sz w:val="96"/>
                      <w:szCs w:val="96"/>
                      <w:rtl/>
                      <w:lang w:bidi="ar-TN"/>
                    </w:rPr>
                  </w:pPr>
                  <w:r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قَفَــــــ</w:t>
                  </w:r>
                  <w:r w:rsidR="00FD498F" w:rsidRPr="00A93087">
                    <w:rPr>
                      <w:rFonts w:ascii="Sakkal Majalla" w:hAnsi="Sakkal Majalla" w:cs="Sakkal Majalla" w:hint="cs"/>
                      <w:sz w:val="36"/>
                      <w:szCs w:val="36"/>
                      <w:rtl/>
                      <w:lang w:bidi="ar-TN"/>
                    </w:rPr>
                    <w:t>......</w:t>
                  </w:r>
                  <w:r w:rsidR="00FD498F">
                    <w:rPr>
                      <w:rFonts w:ascii="Sakkal Majalla" w:hAnsi="Sakkal Majalla" w:cs="Sakkal Majalla" w:hint="cs"/>
                      <w:sz w:val="36"/>
                      <w:szCs w:val="36"/>
                      <w:rtl/>
                      <w:lang w:bidi="ar-TN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84" type="#_x0000_t202" style="position:absolute;margin-left:182pt;margin-top:132.9pt;width:130.6pt;height:41.5pt;z-index:251712512;mso-width-relative:margin;mso-height-relative:margin" filled="f" stroked="f">
            <v:textbox style="mso-next-textbox:#_x0000_s1084">
              <w:txbxContent>
                <w:p w:rsidR="001A2E7C" w:rsidRPr="008648AB" w:rsidRDefault="00F42859" w:rsidP="001A2E7C">
                  <w:pPr>
                    <w:pStyle w:val="Paragraphedeliste"/>
                    <w:jc w:val="right"/>
                    <w:rPr>
                      <w:rFonts w:ascii="Sakkal Majalla" w:hAnsi="Sakkal Majalla" w:cs="Sakkal Majalla"/>
                      <w:sz w:val="96"/>
                      <w:szCs w:val="96"/>
                      <w:rtl/>
                      <w:lang w:bidi="ar-TN"/>
                    </w:rPr>
                  </w:pPr>
                  <w:proofErr w:type="spellStart"/>
                  <w:r w:rsidRPr="000F1CCE"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رَذا</w:t>
                  </w:r>
                  <w:proofErr w:type="spellEnd"/>
                  <w:r w:rsidR="001A2E7C" w:rsidRPr="00A93087">
                    <w:rPr>
                      <w:rFonts w:ascii="Sakkal Majalla" w:hAnsi="Sakkal Majalla" w:cs="Sakkal Majalla" w:hint="cs"/>
                      <w:sz w:val="36"/>
                      <w:szCs w:val="36"/>
                      <w:rtl/>
                      <w:lang w:bidi="ar-TN"/>
                    </w:rPr>
                    <w:t>....</w:t>
                  </w:r>
                  <w:r w:rsidR="001A2E7C">
                    <w:rPr>
                      <w:rFonts w:ascii="Sakkal Majalla" w:hAnsi="Sakkal Majalla" w:cs="Sakkal Majalla" w:hint="cs"/>
                      <w:sz w:val="36"/>
                      <w:szCs w:val="36"/>
                      <w:rtl/>
                      <w:lang w:bidi="ar-TN"/>
                    </w:rPr>
                    <w:t>...</w:t>
                  </w:r>
                </w:p>
              </w:txbxContent>
            </v:textbox>
          </v:shape>
        </w:pict>
      </w:r>
      <w:r w:rsidR="009C6FC4">
        <w:rPr>
          <w:noProof/>
          <w:lang w:eastAsia="fr-FR"/>
        </w:rPr>
        <w:pict>
          <v:shape id="_x0000_s1087" type="#_x0000_t183" style="position:absolute;margin-left:351.55pt;margin-top:99.4pt;width:16.35pt;height:1in;z-index:251715584" fillcolor="#00b0f0">
            <v:shadow on="t" offset=",1pt" offset2=",-2pt"/>
          </v:shape>
        </w:pict>
      </w:r>
      <w:r w:rsidR="009C6FC4">
        <w:rPr>
          <w:noProof/>
          <w:lang w:eastAsia="fr-FR"/>
        </w:rPr>
        <w:pict>
          <v:shape id="_x0000_s1080" type="#_x0000_t202" style="position:absolute;margin-left:335.75pt;margin-top:85.9pt;width:130.6pt;height:41.5pt;z-index:251708416;mso-width-relative:margin;mso-height-relative:margin" filled="f" stroked="f">
            <v:textbox style="mso-next-textbox:#_x0000_s1080">
              <w:txbxContent>
                <w:p w:rsidR="00A93087" w:rsidRPr="008648AB" w:rsidRDefault="00A93087" w:rsidP="00A93087">
                  <w:pPr>
                    <w:pStyle w:val="Paragraphedeliste"/>
                    <w:jc w:val="right"/>
                    <w:rPr>
                      <w:rFonts w:ascii="Sakkal Majalla" w:hAnsi="Sakkal Majalla" w:cs="Sakkal Majalla"/>
                      <w:sz w:val="96"/>
                      <w:szCs w:val="96"/>
                      <w:rtl/>
                      <w:lang w:bidi="ar-TN"/>
                    </w:rPr>
                  </w:pPr>
                  <w:r w:rsidRPr="00A93087">
                    <w:rPr>
                      <w:rFonts w:ascii="Sakkal Majalla" w:hAnsi="Sakkal Majalla" w:cs="Sakkal Majalla" w:hint="cs"/>
                      <w:sz w:val="36"/>
                      <w:szCs w:val="36"/>
                      <w:rtl/>
                      <w:lang w:bidi="ar-TN"/>
                    </w:rPr>
                    <w:t>......</w:t>
                  </w:r>
                  <w:proofErr w:type="gramStart"/>
                  <w:r w:rsidR="00002012" w:rsidRPr="004E2E73"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مَكـَــةٌ</w:t>
                  </w:r>
                  <w:proofErr w:type="gramEnd"/>
                </w:p>
              </w:txbxContent>
            </v:textbox>
          </v:shape>
        </w:pict>
      </w:r>
      <w:r w:rsidR="009C6FC4">
        <w:rPr>
          <w:noProof/>
          <w:lang w:eastAsia="fr-FR"/>
        </w:rPr>
        <w:pict>
          <v:shape id="_x0000_s1086" type="#_x0000_t183" style="position:absolute;margin-left:182pt;margin-top:99.4pt;width:16.35pt;height:1in;z-index:251714560" fillcolor="#00b0f0">
            <v:shadow on="t" offset=",1pt" offset2=",-2pt"/>
          </v:shape>
        </w:pict>
      </w:r>
      <w:r w:rsidR="009C6FC4">
        <w:rPr>
          <w:noProof/>
          <w:lang w:eastAsia="fr-FR"/>
        </w:rPr>
        <w:pict>
          <v:roundrect id="_x0000_s1069" style="position:absolute;margin-left:478pt;margin-top:20.4pt;width:100.85pt;height:37pt;z-index:251697152" arcsize="10923f" fillcolor="black" strokeweight="1.5pt">
            <v:fill r:id="rId8" o:title="Gouttelettes" type="tile"/>
            <v:shadow on="t" offset=",-2pt" offset2=",-8pt"/>
            <v:textbox style="mso-next-textbox:#_x0000_s1069">
              <w:txbxContent>
                <w:p w:rsidR="00EC6844" w:rsidRPr="00FF730D" w:rsidRDefault="00EC6844" w:rsidP="0075368B">
                  <w:pPr>
                    <w:jc w:val="center"/>
                    <w:rPr>
                      <w:rFonts w:asciiTheme="majorBidi" w:hAnsiTheme="majorBidi" w:cs="HSN Naskh"/>
                      <w:b/>
                      <w:bCs/>
                      <w:color w:val="000000" w:themeColor="text1"/>
                      <w:sz w:val="32"/>
                      <w:szCs w:val="32"/>
                      <w:rtl/>
                      <w:lang w:bidi="ar-TN"/>
                    </w:rPr>
                  </w:pPr>
                  <w:proofErr w:type="gramStart"/>
                  <w:r w:rsidRPr="00FF730D">
                    <w:rPr>
                      <w:rFonts w:asciiTheme="majorBidi" w:hAnsiTheme="majorBidi" w:cs="HSN Naskh" w:hint="cs"/>
                      <w:b/>
                      <w:bCs/>
                      <w:color w:val="000000" w:themeColor="text1"/>
                      <w:sz w:val="32"/>
                      <w:szCs w:val="32"/>
                      <w:rtl/>
                      <w:lang w:bidi="ar-TN"/>
                    </w:rPr>
                    <w:t>تعبير</w:t>
                  </w:r>
                  <w:proofErr w:type="gramEnd"/>
                  <w:r w:rsidRPr="00FF730D">
                    <w:rPr>
                      <w:rFonts w:asciiTheme="majorBidi" w:hAnsiTheme="majorBidi" w:cs="HSN Naskh" w:hint="cs"/>
                      <w:b/>
                      <w:bCs/>
                      <w:color w:val="000000" w:themeColor="text1"/>
                      <w:sz w:val="32"/>
                      <w:szCs w:val="32"/>
                      <w:rtl/>
                      <w:lang w:bidi="ar-TN"/>
                    </w:rPr>
                    <w:t xml:space="preserve"> كتاب</w:t>
                  </w:r>
                  <w:r w:rsidR="00AC3381" w:rsidRPr="00FF730D">
                    <w:rPr>
                      <w:rFonts w:asciiTheme="majorBidi" w:hAnsiTheme="majorBidi" w:cs="HSN Naskh" w:hint="cs"/>
                      <w:b/>
                      <w:bCs/>
                      <w:color w:val="000000" w:themeColor="text1"/>
                      <w:sz w:val="32"/>
                      <w:szCs w:val="32"/>
                      <w:rtl/>
                      <w:lang w:bidi="ar-TN"/>
                    </w:rPr>
                    <w:t>ي</w:t>
                  </w:r>
                </w:p>
                <w:p w:rsidR="00EC6844" w:rsidRDefault="00EC6844" w:rsidP="00EC6844"/>
              </w:txbxContent>
            </v:textbox>
          </v:roundrect>
        </w:pict>
      </w:r>
      <w:r w:rsidR="009C6FC4">
        <w:rPr>
          <w:noProof/>
          <w:lang w:eastAsia="fr-FR"/>
        </w:rPr>
        <w:pict>
          <v:shape id="_x0000_s1085" type="#_x0000_t202" style="position:absolute;margin-left:13.35pt;margin-top:132.9pt;width:130.6pt;height:41.5pt;z-index:251713536;mso-width-relative:margin;mso-height-relative:margin" filled="f" stroked="f">
            <v:textbox style="mso-next-textbox:#_x0000_s1085">
              <w:txbxContent>
                <w:p w:rsidR="00A82713" w:rsidRPr="008648AB" w:rsidRDefault="00A82713" w:rsidP="00A82713">
                  <w:pPr>
                    <w:pStyle w:val="Paragraphedeliste"/>
                    <w:jc w:val="right"/>
                    <w:rPr>
                      <w:rFonts w:ascii="Sakkal Majalla" w:hAnsi="Sakkal Majalla" w:cs="Sakkal Majalla"/>
                      <w:sz w:val="96"/>
                      <w:szCs w:val="96"/>
                      <w:rtl/>
                      <w:lang w:bidi="ar-TN"/>
                    </w:rPr>
                  </w:pPr>
                  <w:r w:rsidRPr="00A93087">
                    <w:rPr>
                      <w:rFonts w:ascii="Sakkal Majalla" w:hAnsi="Sakkal Majalla" w:cs="Sakkal Majalla" w:hint="cs"/>
                      <w:sz w:val="36"/>
                      <w:szCs w:val="36"/>
                      <w:rtl/>
                      <w:lang w:bidi="ar-TN"/>
                    </w:rPr>
                    <w:t>....</w:t>
                  </w:r>
                  <w:r>
                    <w:rPr>
                      <w:rFonts w:ascii="Sakkal Majalla" w:hAnsi="Sakkal Majalla" w:cs="Sakkal Majalla" w:hint="cs"/>
                      <w:sz w:val="36"/>
                      <w:szCs w:val="36"/>
                      <w:rtl/>
                      <w:lang w:bidi="ar-TN"/>
                    </w:rPr>
                    <w:t>...</w:t>
                  </w:r>
                  <w:r w:rsidRPr="00A93087">
                    <w:rPr>
                      <w:rFonts w:ascii="Sakkal Majalla" w:hAnsi="Sakkal Majalla" w:cs="Sakkal Majalla" w:hint="cs"/>
                      <w:sz w:val="36"/>
                      <w:szCs w:val="36"/>
                      <w:rtl/>
                      <w:lang w:bidi="ar-TN"/>
                    </w:rPr>
                    <w:t>..</w:t>
                  </w:r>
                  <w:proofErr w:type="spellStart"/>
                  <w:r w:rsidR="004E2E73" w:rsidRPr="004E2E73"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رافَـــــةٌ</w:t>
                  </w:r>
                  <w:proofErr w:type="spellEnd"/>
                </w:p>
              </w:txbxContent>
            </v:textbox>
          </v:shape>
        </w:pict>
      </w:r>
      <w:r w:rsidR="009C6FC4">
        <w:rPr>
          <w:noProof/>
          <w:lang w:eastAsia="fr-FR"/>
        </w:rPr>
        <w:pict>
          <v:shape id="_x0000_s1081" type="#_x0000_t202" style="position:absolute;margin-left:182pt;margin-top:85.9pt;width:130.6pt;height:41.5pt;z-index:251709440;mso-width-relative:margin;mso-height-relative:margin" filled="f" stroked="f">
            <v:textbox style="mso-next-textbox:#_x0000_s1081">
              <w:txbxContent>
                <w:p w:rsidR="00A93087" w:rsidRPr="008648AB" w:rsidRDefault="000F3C37" w:rsidP="000F3C37">
                  <w:pPr>
                    <w:pStyle w:val="Paragraphedeliste"/>
                    <w:jc w:val="right"/>
                    <w:rPr>
                      <w:rFonts w:ascii="Sakkal Majalla" w:hAnsi="Sakkal Majalla" w:cs="Sakkal Majalla"/>
                      <w:sz w:val="96"/>
                      <w:szCs w:val="96"/>
                      <w:rtl/>
                      <w:lang w:bidi="ar-TN"/>
                    </w:rPr>
                  </w:pPr>
                  <w:proofErr w:type="spellStart"/>
                  <w:r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سَـــ</w:t>
                  </w:r>
                  <w:proofErr w:type="spellEnd"/>
                  <w:r w:rsidRPr="00A93087">
                    <w:rPr>
                      <w:rFonts w:ascii="Sakkal Majalla" w:hAnsi="Sakkal Majalla" w:cs="Sakkal Majalla" w:hint="cs"/>
                      <w:sz w:val="36"/>
                      <w:szCs w:val="36"/>
                      <w:rtl/>
                      <w:lang w:bidi="ar-TN"/>
                    </w:rPr>
                    <w:t>......</w:t>
                  </w:r>
                  <w:r>
                    <w:rPr>
                      <w:rFonts w:ascii="Sakkal Majalla" w:hAnsi="Sakkal Majalla" w:cs="Sakkal Majalla" w:hint="cs"/>
                      <w:sz w:val="36"/>
                      <w:szCs w:val="36"/>
                      <w:rtl/>
                      <w:lang w:bidi="ar-TN"/>
                    </w:rPr>
                    <w:t>...</w:t>
                  </w:r>
                  <w:r w:rsidRPr="00A93087">
                    <w:rPr>
                      <w:rFonts w:ascii="Sakkal Majalla" w:hAnsi="Sakkal Majalla" w:cs="Sakkal Majalla" w:hint="cs"/>
                      <w:sz w:val="36"/>
                      <w:szCs w:val="36"/>
                      <w:rtl/>
                      <w:lang w:bidi="ar-TN"/>
                    </w:rPr>
                    <w:t>..</w:t>
                  </w:r>
                  <w:r>
                    <w:rPr>
                      <w:rFonts w:ascii="Sakkal Majalla" w:hAnsi="Sakkal Majalla" w:cs="Sakkal Majalla" w:hint="cs"/>
                      <w:sz w:val="36"/>
                      <w:szCs w:val="36"/>
                      <w:rtl/>
                      <w:lang w:bidi="ar-TN"/>
                    </w:rPr>
                    <w:t>ـــــــــــــ</w:t>
                  </w:r>
                  <w:r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رٌ</w:t>
                  </w:r>
                </w:p>
              </w:txbxContent>
            </v:textbox>
          </v:shape>
        </w:pict>
      </w:r>
      <w:r w:rsidR="009C6FC4">
        <w:rPr>
          <w:noProof/>
          <w:lang w:eastAsia="fr-FR"/>
        </w:rPr>
        <w:pict>
          <v:shape id="_x0000_s1082" type="#_x0000_t202" style="position:absolute;margin-left:15.85pt;margin-top:85.9pt;width:130.6pt;height:41.5pt;z-index:251710464;mso-width-relative:margin;mso-height-relative:margin" filled="f" stroked="f">
            <v:textbox style="mso-next-textbox:#_x0000_s1082">
              <w:txbxContent>
                <w:p w:rsidR="00A93087" w:rsidRPr="008648AB" w:rsidRDefault="00777AB4" w:rsidP="00A93087">
                  <w:pPr>
                    <w:pStyle w:val="Paragraphedeliste"/>
                    <w:jc w:val="right"/>
                    <w:rPr>
                      <w:rFonts w:ascii="Sakkal Majalla" w:hAnsi="Sakkal Majalla" w:cs="Sakkal Majalla"/>
                      <w:sz w:val="96"/>
                      <w:szCs w:val="96"/>
                      <w:rtl/>
                      <w:lang w:bidi="ar-TN"/>
                    </w:rPr>
                  </w:pPr>
                  <w:r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لَق</w:t>
                  </w:r>
                  <w:r w:rsidR="00366365"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ْ</w:t>
                  </w:r>
                  <w:r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ـــ</w:t>
                  </w:r>
                  <w:r w:rsidR="00A93087" w:rsidRPr="00A93087">
                    <w:rPr>
                      <w:rFonts w:ascii="Sakkal Majalla" w:hAnsi="Sakkal Majalla" w:cs="Sakkal Majalla" w:hint="cs"/>
                      <w:sz w:val="36"/>
                      <w:szCs w:val="36"/>
                      <w:rtl/>
                      <w:lang w:bidi="ar-TN"/>
                    </w:rPr>
                    <w:t>..</w:t>
                  </w:r>
                  <w:r w:rsidR="00A93087">
                    <w:rPr>
                      <w:rFonts w:ascii="Sakkal Majalla" w:hAnsi="Sakkal Majalla" w:cs="Sakkal Majalla" w:hint="cs"/>
                      <w:sz w:val="36"/>
                      <w:szCs w:val="36"/>
                      <w:rtl/>
                      <w:lang w:bidi="ar-TN"/>
                    </w:rPr>
                    <w:t>...</w:t>
                  </w:r>
                  <w:r w:rsidR="00A93087" w:rsidRPr="00A93087">
                    <w:rPr>
                      <w:rFonts w:ascii="Sakkal Majalla" w:hAnsi="Sakkal Majalla" w:cs="Sakkal Majalla" w:hint="cs"/>
                      <w:sz w:val="36"/>
                      <w:szCs w:val="36"/>
                      <w:rtl/>
                      <w:lang w:bidi="ar-TN"/>
                    </w:rPr>
                    <w:t>..</w:t>
                  </w:r>
                  <w:r>
                    <w:rPr>
                      <w:rFonts w:ascii="Sakkal Majalla" w:hAnsi="Sakkal Majalla" w:cs="Sakkal Majalla" w:hint="cs"/>
                      <w:sz w:val="52"/>
                      <w:szCs w:val="52"/>
                      <w:rtl/>
                      <w:lang w:bidi="ar-TN"/>
                    </w:rPr>
                    <w:t>قٌ</w:t>
                  </w:r>
                </w:p>
              </w:txbxContent>
            </v:textbox>
          </v:shape>
        </w:pict>
      </w:r>
      <w:r w:rsidR="00357DB9">
        <w:tab/>
      </w:r>
    </w:p>
    <w:sectPr w:rsidR="003153CA" w:rsidRPr="00357DB9" w:rsidSect="00A31836">
      <w:headerReference w:type="even" r:id="rId9"/>
      <w:headerReference w:type="default" r:id="rId10"/>
      <w:headerReference w:type="first" r:id="rId11"/>
      <w:pgSz w:w="11906" w:h="16838" w:code="9"/>
      <w:pgMar w:top="0" w:right="0" w:bottom="0" w:left="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BE1" w:rsidRDefault="005C2BE1" w:rsidP="00A31836">
      <w:pPr>
        <w:spacing w:after="0" w:line="240" w:lineRule="auto"/>
      </w:pPr>
      <w:r>
        <w:separator/>
      </w:r>
    </w:p>
  </w:endnote>
  <w:endnote w:type="continuationSeparator" w:id="0">
    <w:p w:rsidR="005C2BE1" w:rsidRDefault="005C2BE1" w:rsidP="00A31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Fantezy">
    <w:panose1 w:val="00000400000000000000"/>
    <w:charset w:val="B2"/>
    <w:family w:val="auto"/>
    <w:pitch w:val="variable"/>
    <w:sig w:usb0="80002023" w:usb1="90000040" w:usb2="00000008" w:usb3="00000000" w:csb0="00000040" w:csb1="00000000"/>
  </w:font>
  <w:font w:name="Granada">
    <w:panose1 w:val="02060603050605020204"/>
    <w:charset w:val="00"/>
    <w:family w:val="roman"/>
    <w:pitch w:val="variable"/>
    <w:sig w:usb0="A000200F" w:usb1="C0000000" w:usb2="00000008" w:usb3="00000000" w:csb0="000001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SN Naskh">
    <w:panose1 w:val="00000400000000000000"/>
    <w:charset w:val="B2"/>
    <w:family w:val="auto"/>
    <w:pitch w:val="variable"/>
    <w:sig w:usb0="80002023" w:usb1="90000040" w:usb2="00000008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BE1" w:rsidRDefault="005C2BE1" w:rsidP="00A31836">
      <w:pPr>
        <w:spacing w:after="0" w:line="240" w:lineRule="auto"/>
      </w:pPr>
      <w:r>
        <w:separator/>
      </w:r>
    </w:p>
  </w:footnote>
  <w:footnote w:type="continuationSeparator" w:id="0">
    <w:p w:rsidR="005C2BE1" w:rsidRDefault="005C2BE1" w:rsidP="00A31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836" w:rsidRDefault="009C6FC4">
    <w:pPr>
      <w:pStyle w:val="En-tte"/>
    </w:pPr>
    <w:r>
      <w:rPr>
        <w:noProof/>
        <w:lang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26235" o:spid="_x0000_s2050" type="#_x0000_t75" style="position:absolute;margin-left:0;margin-top:0;width:595.25pt;height:841.8pt;z-index:-251658752;mso-position-horizontal:center;mso-position-horizontal-relative:margin;mso-position-vertical:center;mso-position-vertical-relative:margin" o:allowincell="f">
          <v:imagedata r:id="rId1" o:title="seyes_A4_300ar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836" w:rsidRDefault="009C6FC4">
    <w:pPr>
      <w:pStyle w:val="En-tte"/>
    </w:pPr>
    <w:r>
      <w:rPr>
        <w:noProof/>
        <w:lang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26236" o:spid="_x0000_s2051" type="#_x0000_t75" style="position:absolute;margin-left:0;margin-top:0;width:595.25pt;height:841.8pt;z-index:-251657728;mso-position-horizontal:center;mso-position-horizontal-relative:margin;mso-position-vertical:center;mso-position-vertical-relative:margin" o:allowincell="f">
          <v:imagedata r:id="rId1" o:title="seyes_A4_300ar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836" w:rsidRDefault="009C6FC4">
    <w:pPr>
      <w:pStyle w:val="En-tte"/>
    </w:pPr>
    <w:r>
      <w:rPr>
        <w:noProof/>
        <w:lang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26234" o:spid="_x0000_s2049" type="#_x0000_t75" style="position:absolute;margin-left:0;margin-top:0;width:595.25pt;height:841.8pt;z-index:-251659776;mso-position-horizontal:center;mso-position-horizontal-relative:margin;mso-position-vertical:center;mso-position-vertical-relative:margin" o:allowincell="f">
          <v:imagedata r:id="rId1" o:title="seyes_A4_300ar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443FF"/>
    <w:multiLevelType w:val="hybridMultilevel"/>
    <w:tmpl w:val="6C6CD90E"/>
    <w:lvl w:ilvl="0" w:tplc="29782C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removePersonalInformation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9458">
      <o:colormenu v:ext="edit" fillcolor="#7030a0" strokecolor="#0070c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06CBF"/>
    <w:rsid w:val="0000200C"/>
    <w:rsid w:val="00002012"/>
    <w:rsid w:val="000227D5"/>
    <w:rsid w:val="0002317C"/>
    <w:rsid w:val="000243CE"/>
    <w:rsid w:val="0002696D"/>
    <w:rsid w:val="00031AFA"/>
    <w:rsid w:val="00047F9B"/>
    <w:rsid w:val="000616E3"/>
    <w:rsid w:val="000650F7"/>
    <w:rsid w:val="00067DAA"/>
    <w:rsid w:val="00071A49"/>
    <w:rsid w:val="00092AD0"/>
    <w:rsid w:val="000C0A20"/>
    <w:rsid w:val="000C56E6"/>
    <w:rsid w:val="000D0184"/>
    <w:rsid w:val="000F0092"/>
    <w:rsid w:val="000F1CCE"/>
    <w:rsid w:val="000F3C37"/>
    <w:rsid w:val="0010514C"/>
    <w:rsid w:val="0013286B"/>
    <w:rsid w:val="001A2E7C"/>
    <w:rsid w:val="001C509E"/>
    <w:rsid w:val="001D773B"/>
    <w:rsid w:val="002809E7"/>
    <w:rsid w:val="00294CE7"/>
    <w:rsid w:val="00295781"/>
    <w:rsid w:val="002B68A0"/>
    <w:rsid w:val="002B72BF"/>
    <w:rsid w:val="002C09A8"/>
    <w:rsid w:val="002C2B32"/>
    <w:rsid w:val="002D27D4"/>
    <w:rsid w:val="00302319"/>
    <w:rsid w:val="00305D44"/>
    <w:rsid w:val="00310147"/>
    <w:rsid w:val="003101D2"/>
    <w:rsid w:val="003153CA"/>
    <w:rsid w:val="00317407"/>
    <w:rsid w:val="00357269"/>
    <w:rsid w:val="00357DB9"/>
    <w:rsid w:val="00366365"/>
    <w:rsid w:val="003C2B95"/>
    <w:rsid w:val="003D445E"/>
    <w:rsid w:val="00406280"/>
    <w:rsid w:val="004217F1"/>
    <w:rsid w:val="0042557E"/>
    <w:rsid w:val="004744C5"/>
    <w:rsid w:val="0047620C"/>
    <w:rsid w:val="00483C69"/>
    <w:rsid w:val="0049495A"/>
    <w:rsid w:val="004A4027"/>
    <w:rsid w:val="004B3C0C"/>
    <w:rsid w:val="004E2E73"/>
    <w:rsid w:val="004F0CD0"/>
    <w:rsid w:val="00505E1B"/>
    <w:rsid w:val="00523563"/>
    <w:rsid w:val="00523F05"/>
    <w:rsid w:val="00545C6E"/>
    <w:rsid w:val="00595911"/>
    <w:rsid w:val="005A6481"/>
    <w:rsid w:val="005C2BE1"/>
    <w:rsid w:val="006038F2"/>
    <w:rsid w:val="00661014"/>
    <w:rsid w:val="00670013"/>
    <w:rsid w:val="00673AE8"/>
    <w:rsid w:val="00695836"/>
    <w:rsid w:val="006B2C0C"/>
    <w:rsid w:val="006C046D"/>
    <w:rsid w:val="006E49BC"/>
    <w:rsid w:val="00713EA8"/>
    <w:rsid w:val="0073406A"/>
    <w:rsid w:val="007359B3"/>
    <w:rsid w:val="00743A25"/>
    <w:rsid w:val="0075368B"/>
    <w:rsid w:val="00777AB4"/>
    <w:rsid w:val="00781C06"/>
    <w:rsid w:val="007C2A9D"/>
    <w:rsid w:val="00806CBF"/>
    <w:rsid w:val="00836BED"/>
    <w:rsid w:val="00841E7D"/>
    <w:rsid w:val="008648AB"/>
    <w:rsid w:val="00873441"/>
    <w:rsid w:val="00886BA0"/>
    <w:rsid w:val="008B52D3"/>
    <w:rsid w:val="008B757A"/>
    <w:rsid w:val="008F4FB0"/>
    <w:rsid w:val="008F6E18"/>
    <w:rsid w:val="00930733"/>
    <w:rsid w:val="00972163"/>
    <w:rsid w:val="009A228D"/>
    <w:rsid w:val="009B77F2"/>
    <w:rsid w:val="009C6FC4"/>
    <w:rsid w:val="009D461D"/>
    <w:rsid w:val="009E4A03"/>
    <w:rsid w:val="009F0794"/>
    <w:rsid w:val="009F464F"/>
    <w:rsid w:val="009F6017"/>
    <w:rsid w:val="009F7F08"/>
    <w:rsid w:val="00A07DCB"/>
    <w:rsid w:val="00A31836"/>
    <w:rsid w:val="00A54C2A"/>
    <w:rsid w:val="00A82713"/>
    <w:rsid w:val="00A92A72"/>
    <w:rsid w:val="00A93087"/>
    <w:rsid w:val="00AC3381"/>
    <w:rsid w:val="00AC454C"/>
    <w:rsid w:val="00AF0995"/>
    <w:rsid w:val="00AF0C4A"/>
    <w:rsid w:val="00AF74EB"/>
    <w:rsid w:val="00B14043"/>
    <w:rsid w:val="00B40900"/>
    <w:rsid w:val="00B621B8"/>
    <w:rsid w:val="00B7222A"/>
    <w:rsid w:val="00B96A23"/>
    <w:rsid w:val="00BB4F9A"/>
    <w:rsid w:val="00C35849"/>
    <w:rsid w:val="00C60E7D"/>
    <w:rsid w:val="00C67355"/>
    <w:rsid w:val="00C84751"/>
    <w:rsid w:val="00C936C7"/>
    <w:rsid w:val="00CF7C3B"/>
    <w:rsid w:val="00D07CE2"/>
    <w:rsid w:val="00D14D7C"/>
    <w:rsid w:val="00D17EB9"/>
    <w:rsid w:val="00D205D1"/>
    <w:rsid w:val="00D31213"/>
    <w:rsid w:val="00D43564"/>
    <w:rsid w:val="00D64F4E"/>
    <w:rsid w:val="00DA7C54"/>
    <w:rsid w:val="00DB3961"/>
    <w:rsid w:val="00DB7797"/>
    <w:rsid w:val="00DD2246"/>
    <w:rsid w:val="00E035C2"/>
    <w:rsid w:val="00E177F4"/>
    <w:rsid w:val="00E54FA5"/>
    <w:rsid w:val="00E8439C"/>
    <w:rsid w:val="00E84455"/>
    <w:rsid w:val="00EB0161"/>
    <w:rsid w:val="00EB4469"/>
    <w:rsid w:val="00EC6844"/>
    <w:rsid w:val="00F42859"/>
    <w:rsid w:val="00F46001"/>
    <w:rsid w:val="00F90DA4"/>
    <w:rsid w:val="00FD1950"/>
    <w:rsid w:val="00FD498F"/>
    <w:rsid w:val="00FF4B37"/>
    <w:rsid w:val="00FF7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#7030a0" strokecolor="#0070c0"/>
    </o:shapedefaults>
    <o:shapelayout v:ext="edit">
      <o:idmap v:ext="edit" data="1"/>
      <o:rules v:ext="edit">
        <o:r id="V:Rule4" type="connector" idref="#_x0000_s1120"/>
        <o:r id="V:Rule5" type="connector" idref="#_x0000_s1119"/>
        <o:r id="V:Rule6" type="connector" idref="#_x0000_s112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fr-FR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3CA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A318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31836"/>
  </w:style>
  <w:style w:type="paragraph" w:styleId="Pieddepage">
    <w:name w:val="footer"/>
    <w:basedOn w:val="Normal"/>
    <w:link w:val="PieddepageCar"/>
    <w:uiPriority w:val="99"/>
    <w:semiHidden/>
    <w:unhideWhenUsed/>
    <w:rsid w:val="00A318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31836"/>
  </w:style>
  <w:style w:type="paragraph" w:styleId="Textedebulles">
    <w:name w:val="Balloon Text"/>
    <w:basedOn w:val="Normal"/>
    <w:link w:val="TextedebullesCar"/>
    <w:uiPriority w:val="99"/>
    <w:semiHidden/>
    <w:unhideWhenUsed/>
    <w:rsid w:val="00A31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18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D17EB9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0243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KIA\AppData\Local\Temp\Temp1_Achour_taalim_paper.zip\Achour_taalim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Achour_taalim</Template>
  <TotalTime>0</TotalTime>
  <Pages>1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</CharactersWithSpaces>
  <SharedDoc>false</SharedDoc>
  <HLinks>
    <vt:vector size="12" baseType="variant">
      <vt:variant>
        <vt:i4>6553702</vt:i4>
      </vt:variant>
      <vt:variant>
        <vt:i4>6</vt:i4>
      </vt:variant>
      <vt:variant>
        <vt:i4>0</vt:i4>
      </vt:variant>
      <vt:variant>
        <vt:i4>5</vt:i4>
      </vt:variant>
      <vt:variant>
        <vt:lpwstr>http://creativecommons.org/licenses/by/3.0/</vt:lpwstr>
      </vt:variant>
      <vt:variant>
        <vt:lpwstr/>
      </vt:variant>
      <vt:variant>
        <vt:i4>6553702</vt:i4>
      </vt:variant>
      <vt:variant>
        <vt:i4>0</vt:i4>
      </vt:variant>
      <vt:variant>
        <vt:i4>0</vt:i4>
      </vt:variant>
      <vt:variant>
        <vt:i4>5</vt:i4>
      </vt:variant>
      <vt:variant>
        <vt:lpwstr>http://creativecommons.org/licenses/by/3.0/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2016-09-04T14:41:00Z</dcterms:created>
  <dcterms:modified xsi:type="dcterms:W3CDTF">2018-12-28T20:23:00Z</dcterms:modified>
</cp:coreProperties>
</file>